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C5D" w:rsidRPr="00D970D5" w:rsidRDefault="00553C5D" w:rsidP="00D970D5">
      <w:pPr>
        <w:tabs>
          <w:tab w:val="left" w:pos="684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553C5D" w:rsidRPr="00D970D5" w:rsidRDefault="00553C5D" w:rsidP="00D970D5">
      <w:pPr>
        <w:tabs>
          <w:tab w:val="left" w:pos="3825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553C5D" w:rsidRPr="00DF5732" w:rsidRDefault="00553C5D" w:rsidP="00D970D5">
      <w:pPr>
        <w:tabs>
          <w:tab w:val="left" w:pos="382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Антикоррупционный стандарт</w:t>
      </w:r>
    </w:p>
    <w:p w:rsidR="00553C5D" w:rsidRDefault="00553C5D" w:rsidP="00D970D5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коммунального </w:t>
      </w:r>
      <w:r w:rsidRPr="00DF5732">
        <w:rPr>
          <w:rFonts w:ascii="Times New Roman" w:hAnsi="Times New Roman"/>
          <w:b/>
          <w:sz w:val="28"/>
          <w:szCs w:val="28"/>
        </w:rPr>
        <w:t>государственного учреждения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53C5D" w:rsidRDefault="00553C5D" w:rsidP="00D970D5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«Ново-Троицкая основная средняя школа»</w:t>
      </w:r>
      <w:r w:rsidRPr="00DF5732">
        <w:rPr>
          <w:rFonts w:ascii="Times New Roman" w:hAnsi="Times New Roman"/>
          <w:b/>
          <w:sz w:val="28"/>
          <w:szCs w:val="28"/>
        </w:rPr>
        <w:t xml:space="preserve">  </w:t>
      </w:r>
    </w:p>
    <w:p w:rsidR="00553C5D" w:rsidRPr="004D53EA" w:rsidRDefault="00553C5D" w:rsidP="004D53EA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5732">
        <w:rPr>
          <w:rFonts w:ascii="Times New Roman" w:hAnsi="Times New Roman"/>
          <w:b/>
          <w:sz w:val="28"/>
          <w:szCs w:val="28"/>
        </w:rPr>
        <w:t xml:space="preserve">города </w:t>
      </w:r>
      <w:r>
        <w:rPr>
          <w:rFonts w:ascii="Times New Roman" w:hAnsi="Times New Roman"/>
          <w:b/>
          <w:sz w:val="28"/>
          <w:szCs w:val="28"/>
        </w:rPr>
        <w:t>Усть-Каменогорска</w:t>
      </w:r>
    </w:p>
    <w:p w:rsidR="00553C5D" w:rsidRPr="00D970D5" w:rsidRDefault="00553C5D" w:rsidP="00D970D5">
      <w:pPr>
        <w:tabs>
          <w:tab w:val="left" w:pos="-4395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553C5D" w:rsidRPr="00194DF1" w:rsidRDefault="00553C5D" w:rsidP="00194DF1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</w:rPr>
      </w:pPr>
      <w:r w:rsidRPr="00194DF1">
        <w:rPr>
          <w:rFonts w:ascii="Times New Roman" w:hAnsi="Times New Roman"/>
          <w:sz w:val="28"/>
          <w:szCs w:val="28"/>
        </w:rPr>
        <w:t>Настоящий антикоррупционный стандарт разработан в целях недопущения коррупционных проявлений в деятельности коммунального государственного учреждения «Ново-Троицкая основная средняя школа »</w:t>
      </w:r>
      <w:r>
        <w:rPr>
          <w:rFonts w:ascii="Times New Roman" w:hAnsi="Times New Roman"/>
          <w:sz w:val="28"/>
          <w:szCs w:val="28"/>
        </w:rPr>
        <w:t xml:space="preserve"> акимата</w:t>
      </w:r>
      <w:r w:rsidRPr="00194DF1">
        <w:rPr>
          <w:rFonts w:ascii="Times New Roman" w:hAnsi="Times New Roman"/>
          <w:sz w:val="28"/>
          <w:szCs w:val="28"/>
        </w:rPr>
        <w:t xml:space="preserve"> города Усть-Каменогорска с целью повышения нулевой терпимости к проявлениям коррупции, формирование устойчивого антикоррупционного поведения у лиц, работающих в организации, а также своевременного выявления коррупционных проявлений и предотвращение их негативных последствий среди его сотрудников.</w:t>
      </w:r>
    </w:p>
    <w:p w:rsidR="00553C5D" w:rsidRPr="00194DF1" w:rsidRDefault="00553C5D" w:rsidP="00194DF1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194DF1">
        <w:t xml:space="preserve">       </w:t>
      </w:r>
      <w:r w:rsidRPr="00194DF1">
        <w:tab/>
      </w:r>
      <w:r>
        <w:rPr>
          <w:rFonts w:ascii="Times New Roman" w:hAnsi="Times New Roman"/>
          <w:sz w:val="28"/>
          <w:szCs w:val="28"/>
        </w:rPr>
        <w:t xml:space="preserve">1. </w:t>
      </w:r>
      <w:r w:rsidRPr="00194DF1">
        <w:rPr>
          <w:rFonts w:ascii="Times New Roman" w:hAnsi="Times New Roman"/>
          <w:sz w:val="28"/>
          <w:szCs w:val="28"/>
        </w:rPr>
        <w:t>Создавать  необходимые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553C5D" w:rsidRPr="00194DF1" w:rsidRDefault="00553C5D" w:rsidP="00194DF1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194DF1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● в</w:t>
      </w:r>
      <w:r w:rsidRPr="00194DF1">
        <w:rPr>
          <w:rFonts w:ascii="Times New Roman" w:hAnsi="Times New Roman"/>
          <w:sz w:val="28"/>
          <w:szCs w:val="28"/>
        </w:rPr>
        <w:t>оспитывать</w:t>
      </w:r>
      <w:r>
        <w:rPr>
          <w:rFonts w:ascii="Times New Roman" w:hAnsi="Times New Roman"/>
          <w:sz w:val="28"/>
          <w:szCs w:val="28"/>
        </w:rPr>
        <w:t xml:space="preserve"> гражданственность и патриотизм, любовь</w:t>
      </w:r>
      <w:r w:rsidRPr="00194DF1">
        <w:rPr>
          <w:rFonts w:ascii="Times New Roman" w:hAnsi="Times New Roman"/>
          <w:sz w:val="28"/>
          <w:szCs w:val="28"/>
        </w:rPr>
        <w:t xml:space="preserve"> к своей Ро</w:t>
      </w:r>
      <w:r w:rsidRPr="00194DF1">
        <w:rPr>
          <w:rFonts w:ascii="Times New Roman" w:hAnsi="Times New Roman"/>
          <w:sz w:val="28"/>
          <w:szCs w:val="28"/>
        </w:rPr>
        <w:softHyphen/>
        <w:t>дине – Республике Казахстан, уважения к государственным символам, почи</w:t>
      </w:r>
      <w:r w:rsidRPr="00194DF1">
        <w:rPr>
          <w:rFonts w:ascii="Times New Roman" w:hAnsi="Times New Roman"/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553C5D" w:rsidRDefault="00553C5D" w:rsidP="00D970D5">
      <w:pPr>
        <w:pStyle w:val="BodyText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● п</w:t>
      </w:r>
      <w:r w:rsidRPr="00D970D5">
        <w:rPr>
          <w:sz w:val="28"/>
          <w:szCs w:val="28"/>
        </w:rPr>
        <w:t xml:space="preserve">риобщать к достижениям мировой и </w:t>
      </w:r>
      <w:r>
        <w:rPr>
          <w:sz w:val="28"/>
          <w:szCs w:val="28"/>
        </w:rPr>
        <w:t>отечественной культуры; изучению</w:t>
      </w:r>
      <w:r w:rsidRPr="00D970D5">
        <w:rPr>
          <w:sz w:val="28"/>
          <w:szCs w:val="28"/>
        </w:rPr>
        <w:t xml:space="preserve"> истории, обычаев и традиций казахского и других народов респуб</w:t>
      </w:r>
      <w:r w:rsidRPr="00D970D5">
        <w:rPr>
          <w:sz w:val="28"/>
          <w:szCs w:val="28"/>
        </w:rPr>
        <w:softHyphen/>
        <w:t>лики, овладение государственным, русским, иностранным язык</w:t>
      </w:r>
      <w:r>
        <w:rPr>
          <w:sz w:val="28"/>
          <w:szCs w:val="28"/>
        </w:rPr>
        <w:t>ом;</w:t>
      </w:r>
    </w:p>
    <w:p w:rsidR="00553C5D" w:rsidRPr="00D970D5" w:rsidRDefault="00553C5D" w:rsidP="00D970D5">
      <w:pPr>
        <w:pStyle w:val="BodyText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● в</w:t>
      </w:r>
      <w:r w:rsidRPr="00D970D5">
        <w:rPr>
          <w:sz w:val="28"/>
          <w:szCs w:val="28"/>
        </w:rPr>
        <w:t>недрять  новые технологии  обучения на основе информатизации образования, выхода на международные гл</w:t>
      </w:r>
      <w:r>
        <w:rPr>
          <w:sz w:val="28"/>
          <w:szCs w:val="28"/>
        </w:rPr>
        <w:t>обальные коммуникационные се</w:t>
      </w:r>
      <w:r>
        <w:rPr>
          <w:sz w:val="28"/>
          <w:szCs w:val="28"/>
        </w:rPr>
        <w:softHyphen/>
        <w:t>ти;</w:t>
      </w:r>
    </w:p>
    <w:p w:rsidR="00553C5D" w:rsidRPr="00D970D5" w:rsidRDefault="00553C5D" w:rsidP="00D970D5">
      <w:pPr>
        <w:pStyle w:val="BodyText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● о</w:t>
      </w:r>
      <w:r w:rsidRPr="00D970D5">
        <w:rPr>
          <w:sz w:val="28"/>
          <w:szCs w:val="28"/>
        </w:rPr>
        <w:t>беспечит</w:t>
      </w:r>
      <w:r>
        <w:rPr>
          <w:sz w:val="28"/>
          <w:szCs w:val="28"/>
        </w:rPr>
        <w:t xml:space="preserve">ь </w:t>
      </w:r>
      <w:r w:rsidRPr="00D970D5">
        <w:rPr>
          <w:sz w:val="28"/>
          <w:szCs w:val="28"/>
        </w:rPr>
        <w:t>повышения социального статуса педагогических работников;</w:t>
      </w:r>
    </w:p>
    <w:p w:rsidR="00553C5D" w:rsidRPr="00D970D5" w:rsidRDefault="00553C5D" w:rsidP="00D970D5">
      <w:pPr>
        <w:pStyle w:val="BodyText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● ф</w:t>
      </w:r>
      <w:r w:rsidRPr="00D970D5">
        <w:rPr>
          <w:sz w:val="28"/>
          <w:szCs w:val="28"/>
        </w:rPr>
        <w:t>ункционирование национальной системы оценки качества образования, отвечающей по</w:t>
      </w:r>
      <w:r>
        <w:rPr>
          <w:sz w:val="28"/>
          <w:szCs w:val="28"/>
        </w:rPr>
        <w:t>требностям общества и экономики;</w:t>
      </w:r>
    </w:p>
    <w:p w:rsidR="00553C5D" w:rsidRPr="00D970D5" w:rsidRDefault="00553C5D" w:rsidP="00C50B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● о</w:t>
      </w:r>
      <w:r w:rsidRPr="00D970D5">
        <w:rPr>
          <w:rFonts w:ascii="Times New Roman" w:hAnsi="Times New Roman"/>
          <w:sz w:val="28"/>
          <w:szCs w:val="28"/>
        </w:rPr>
        <w:t>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553C5D" w:rsidRPr="00D970D5" w:rsidRDefault="00553C5D" w:rsidP="00C50BE0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● н</w:t>
      </w:r>
      <w:r w:rsidRPr="00D970D5">
        <w:rPr>
          <w:rFonts w:ascii="Times New Roman" w:hAnsi="Times New Roman"/>
          <w:sz w:val="28"/>
          <w:szCs w:val="28"/>
        </w:rPr>
        <w:t>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553C5D" w:rsidRPr="00D970D5" w:rsidRDefault="00553C5D" w:rsidP="00D970D5">
      <w:pPr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 xml:space="preserve">    ● н</w:t>
      </w:r>
      <w:r w:rsidRPr="00D970D5">
        <w:rPr>
          <w:rFonts w:ascii="Times New Roman" w:hAnsi="Times New Roman"/>
          <w:iCs/>
          <w:sz w:val="28"/>
          <w:szCs w:val="28"/>
        </w:rPr>
        <w:t>е использовать служебное положение для оказания влияния на деятельность государственных органов, организаций, государственных служащих и иных лиц при решении вопросов личного характера;</w:t>
      </w:r>
    </w:p>
    <w:p w:rsidR="00553C5D" w:rsidRPr="00D970D5" w:rsidRDefault="00553C5D" w:rsidP="00D970D5">
      <w:pPr>
        <w:spacing w:after="0" w:line="240" w:lineRule="auto"/>
        <w:ind w:left="-284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2. </w:t>
      </w:r>
      <w:r w:rsidRPr="00D970D5">
        <w:rPr>
          <w:rFonts w:ascii="Times New Roman" w:hAnsi="Times New Roman"/>
          <w:sz w:val="28"/>
          <w:szCs w:val="28"/>
        </w:rPr>
        <w:t>При подготовке и принятии управленческих и иных решений в рамках   своей компетенции:</w:t>
      </w:r>
    </w:p>
    <w:p w:rsidR="00553C5D" w:rsidRPr="00D970D5" w:rsidRDefault="00553C5D" w:rsidP="00D970D5">
      <w:pPr>
        <w:spacing w:after="0" w:line="240" w:lineRule="auto"/>
        <w:ind w:left="-284" w:firstLine="708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● </w:t>
      </w:r>
      <w:r w:rsidRPr="00D970D5">
        <w:rPr>
          <w:rFonts w:ascii="Times New Roman" w:hAnsi="Times New Roman"/>
          <w:sz w:val="28"/>
          <w:szCs w:val="28"/>
        </w:rPr>
        <w:t>осуществлять деятельность в пределах своей компетенции по сохранению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70D5">
        <w:rPr>
          <w:rFonts w:ascii="Times New Roman" w:hAnsi="Times New Roman"/>
          <w:sz w:val="28"/>
          <w:szCs w:val="28"/>
        </w:rPr>
        <w:t>и укреплению в обществе системы цен</w:t>
      </w:r>
      <w:r>
        <w:rPr>
          <w:rFonts w:ascii="Times New Roman" w:hAnsi="Times New Roman"/>
          <w:sz w:val="28"/>
          <w:szCs w:val="28"/>
        </w:rPr>
        <w:t>ностей, отражающей нетерпимость</w:t>
      </w:r>
      <w:r w:rsidRPr="00D970D5">
        <w:rPr>
          <w:rFonts w:ascii="Times New Roman" w:hAnsi="Times New Roman"/>
          <w:sz w:val="28"/>
          <w:szCs w:val="28"/>
        </w:rPr>
        <w:t xml:space="preserve"> к коррупции; </w:t>
      </w:r>
    </w:p>
    <w:p w:rsidR="00553C5D" w:rsidRPr="00D970D5" w:rsidRDefault="00553C5D" w:rsidP="00D970D5">
      <w:pPr>
        <w:spacing w:after="0" w:line="240" w:lineRule="auto"/>
        <w:ind w:left="-284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● </w:t>
      </w:r>
      <w:r w:rsidRPr="00D970D5">
        <w:rPr>
          <w:rFonts w:ascii="Times New Roman" w:hAnsi="Times New Roman"/>
          <w:color w:val="000000"/>
          <w:sz w:val="28"/>
          <w:szCs w:val="28"/>
        </w:rPr>
        <w:t>принимать меры по предотвращению и разрешению конфликта интересов</w:t>
      </w:r>
      <w:r w:rsidRPr="00D970D5">
        <w:rPr>
          <w:rFonts w:ascii="Times New Roman" w:hAnsi="Times New Roman"/>
          <w:sz w:val="28"/>
          <w:szCs w:val="28"/>
        </w:rPr>
        <w:t>;</w:t>
      </w:r>
    </w:p>
    <w:p w:rsidR="00553C5D" w:rsidRPr="00D970D5" w:rsidRDefault="00553C5D" w:rsidP="00C50BE0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● </w:t>
      </w:r>
      <w:r w:rsidRPr="00D970D5">
        <w:rPr>
          <w:rFonts w:ascii="Times New Roman" w:hAnsi="Times New Roman"/>
          <w:sz w:val="28"/>
          <w:szCs w:val="28"/>
        </w:rPr>
        <w:t>при принятии решений, входящих в компетенцию государственного служащего,  руководителей организаций образования не принимать никаких материальных благ, услуг и иных привилегий, связанных с выполнением своих законных обязанностей;</w:t>
      </w:r>
    </w:p>
    <w:p w:rsidR="00553C5D" w:rsidRPr="00D970D5" w:rsidRDefault="00553C5D" w:rsidP="00D970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● н</w:t>
      </w:r>
      <w:r w:rsidRPr="00D970D5">
        <w:rPr>
          <w:rFonts w:ascii="Times New Roman" w:hAnsi="Times New Roman"/>
          <w:sz w:val="28"/>
          <w:szCs w:val="28"/>
        </w:rPr>
        <w:t xml:space="preserve">еукоснительно соблюдать служебную дисциплину и </w:t>
      </w:r>
      <w:hyperlink r:id="rId4" w:anchor="5" w:history="1">
        <w:r w:rsidRPr="00D970D5">
          <w:rPr>
            <w:rStyle w:val="Hyperlink"/>
            <w:rFonts w:ascii="Times New Roman" w:hAnsi="Times New Roman"/>
            <w:sz w:val="28"/>
            <w:szCs w:val="28"/>
          </w:rPr>
          <w:t>служебную этику</w:t>
        </w:r>
      </w:hyperlink>
      <w:r w:rsidRPr="00D970D5">
        <w:rPr>
          <w:rFonts w:ascii="Times New Roman" w:hAnsi="Times New Roman"/>
          <w:sz w:val="28"/>
          <w:szCs w:val="28"/>
        </w:rPr>
        <w:t xml:space="preserve">;                                                                    соблюдать ограничения, установленные </w:t>
      </w:r>
      <w:hyperlink r:id="rId5" w:anchor="12" w:history="1">
        <w:r w:rsidRPr="00D970D5">
          <w:rPr>
            <w:rStyle w:val="Hyperlink"/>
            <w:rFonts w:ascii="Times New Roman" w:hAnsi="Times New Roman"/>
            <w:sz w:val="28"/>
            <w:szCs w:val="28"/>
          </w:rPr>
          <w:t>законами</w:t>
        </w:r>
      </w:hyperlink>
      <w:r w:rsidRPr="00D970D5">
        <w:rPr>
          <w:rFonts w:ascii="Times New Roman" w:hAnsi="Times New Roman"/>
          <w:sz w:val="28"/>
          <w:szCs w:val="28"/>
        </w:rPr>
        <w:t xml:space="preserve"> Республики Казахстан;</w:t>
      </w:r>
    </w:p>
    <w:p w:rsidR="00553C5D" w:rsidRPr="00D970D5" w:rsidRDefault="00553C5D" w:rsidP="00D970D5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D970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● </w:t>
      </w:r>
      <w:r w:rsidRPr="00D970D5">
        <w:rPr>
          <w:rFonts w:ascii="Times New Roman" w:hAnsi="Times New Roman"/>
          <w:sz w:val="28"/>
          <w:szCs w:val="28"/>
        </w:rPr>
        <w:t xml:space="preserve">соблюдать трудовую дисциплину, эффективно распоряжаться предоставленными полномочиями; </w:t>
      </w:r>
    </w:p>
    <w:p w:rsidR="00553C5D" w:rsidRPr="00D970D5" w:rsidRDefault="00553C5D" w:rsidP="00C50BE0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● </w:t>
      </w:r>
      <w:r w:rsidRPr="00D970D5">
        <w:rPr>
          <w:rFonts w:ascii="Times New Roman" w:hAnsi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553C5D" w:rsidRPr="00D970D5" w:rsidRDefault="00553C5D" w:rsidP="00D970D5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3.</w:t>
      </w:r>
      <w:r w:rsidRPr="00D970D5">
        <w:rPr>
          <w:rFonts w:ascii="Times New Roman" w:hAnsi="Times New Roman"/>
          <w:sz w:val="28"/>
          <w:szCs w:val="28"/>
        </w:rPr>
        <w:t xml:space="preserve"> При внесении предложении к подготовке проектов нормативных правовых актов:</w:t>
      </w:r>
    </w:p>
    <w:p w:rsidR="00553C5D" w:rsidRPr="00D970D5" w:rsidRDefault="00553C5D" w:rsidP="00C50BE0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● </w:t>
      </w:r>
      <w:r w:rsidRPr="00D970D5">
        <w:rPr>
          <w:rFonts w:ascii="Times New Roman" w:hAnsi="Times New Roman"/>
          <w:sz w:val="28"/>
          <w:szCs w:val="28"/>
        </w:rPr>
        <w:t>строго придерживаться норм Закона Республики Казахс</w:t>
      </w:r>
      <w:r>
        <w:rPr>
          <w:rFonts w:ascii="Times New Roman" w:hAnsi="Times New Roman"/>
          <w:sz w:val="28"/>
          <w:szCs w:val="28"/>
        </w:rPr>
        <w:t xml:space="preserve">тан от 6 апреля  </w:t>
      </w:r>
      <w:r w:rsidRPr="00D970D5">
        <w:rPr>
          <w:rFonts w:ascii="Times New Roman" w:hAnsi="Times New Roman"/>
          <w:sz w:val="28"/>
          <w:szCs w:val="28"/>
        </w:rPr>
        <w:t>2016 года «О правовых актах»;</w:t>
      </w:r>
    </w:p>
    <w:p w:rsidR="00553C5D" w:rsidRPr="00D970D5" w:rsidRDefault="00553C5D" w:rsidP="00C50BE0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● </w:t>
      </w:r>
      <w:r w:rsidRPr="00D970D5">
        <w:rPr>
          <w:rFonts w:ascii="Times New Roman" w:hAnsi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553C5D" w:rsidRPr="00D970D5" w:rsidRDefault="00553C5D" w:rsidP="00C50BE0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          ● </w:t>
      </w:r>
      <w:r w:rsidRPr="00D970D5">
        <w:rPr>
          <w:rFonts w:ascii="Times New Roman" w:hAnsi="Times New Roman"/>
          <w:iCs/>
          <w:sz w:val="28"/>
          <w:szCs w:val="28"/>
        </w:rPr>
        <w:t>проекты нормативных правовых актов должны разрабатываться с обязательным обсуждением общественности, если  их содержание затрагивает права и обязанности граждан</w:t>
      </w:r>
      <w:r>
        <w:rPr>
          <w:rFonts w:ascii="Times New Roman" w:hAnsi="Times New Roman"/>
          <w:iCs/>
          <w:sz w:val="28"/>
          <w:szCs w:val="28"/>
        </w:rPr>
        <w:t>.</w:t>
      </w:r>
    </w:p>
    <w:p w:rsidR="00553C5D" w:rsidRPr="00D970D5" w:rsidRDefault="00553C5D" w:rsidP="00D970D5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4.</w:t>
      </w:r>
      <w:r w:rsidRPr="00D970D5">
        <w:rPr>
          <w:rFonts w:ascii="Times New Roman" w:hAnsi="Times New Roman"/>
          <w:sz w:val="28"/>
          <w:szCs w:val="28"/>
        </w:rPr>
        <w:t xml:space="preserve"> При иных взаимоотношениях, возникающих в зависимости от специфики сферы жизнедеятельности:</w:t>
      </w:r>
    </w:p>
    <w:p w:rsidR="00553C5D" w:rsidRPr="00D970D5" w:rsidRDefault="00553C5D" w:rsidP="00D970D5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● </w:t>
      </w:r>
      <w:r w:rsidRPr="00D970D5">
        <w:rPr>
          <w:rFonts w:ascii="Times New Roman" w:hAnsi="Times New Roman"/>
          <w:sz w:val="28"/>
          <w:szCs w:val="28"/>
        </w:rPr>
        <w:t>сохранять и укреплять доверие общества к государственной службе, государству и его институтам;</w:t>
      </w:r>
    </w:p>
    <w:p w:rsidR="00553C5D" w:rsidRPr="00D970D5" w:rsidRDefault="00553C5D" w:rsidP="00D970D5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●  </w:t>
      </w:r>
      <w:r w:rsidRPr="00D970D5">
        <w:rPr>
          <w:rFonts w:ascii="Times New Roman" w:hAnsi="Times New Roman"/>
          <w:sz w:val="28"/>
          <w:szCs w:val="28"/>
        </w:rPr>
        <w:t>соблюдать общепринятые морально-этические нормы;</w:t>
      </w:r>
    </w:p>
    <w:p w:rsidR="00553C5D" w:rsidRPr="00D970D5" w:rsidRDefault="00553C5D" w:rsidP="00D970D5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● </w:t>
      </w:r>
      <w:r w:rsidRPr="00D970D5">
        <w:rPr>
          <w:rFonts w:ascii="Times New Roman" w:hAnsi="Times New Roman"/>
          <w:sz w:val="28"/>
          <w:szCs w:val="28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553C5D" w:rsidRPr="00D970D5" w:rsidRDefault="00553C5D" w:rsidP="00D970D5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● </w:t>
      </w:r>
      <w:r w:rsidRPr="00D970D5">
        <w:rPr>
          <w:rFonts w:ascii="Times New Roman" w:hAnsi="Times New Roman"/>
          <w:sz w:val="28"/>
          <w:szCs w:val="28"/>
        </w:rPr>
        <w:t>пресекать либо принимать иные меры по недопущению нарушений норм служебной этики со стороны других государственных служащих;</w:t>
      </w:r>
    </w:p>
    <w:p w:rsidR="00553C5D" w:rsidRPr="00D970D5" w:rsidRDefault="00553C5D" w:rsidP="00D970D5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● </w:t>
      </w:r>
      <w:r w:rsidRPr="00D970D5">
        <w:rPr>
          <w:rFonts w:ascii="Times New Roman" w:hAnsi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553C5D" w:rsidRPr="00D970D5" w:rsidRDefault="00553C5D" w:rsidP="00D970D5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● </w:t>
      </w:r>
      <w:r w:rsidRPr="00D970D5">
        <w:rPr>
          <w:rFonts w:ascii="Times New Roman" w:hAnsi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553C5D" w:rsidRPr="00D970D5" w:rsidRDefault="00553C5D" w:rsidP="00D970D5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Педагогический работник</w:t>
      </w:r>
      <w:r w:rsidRPr="00D970D5">
        <w:rPr>
          <w:rFonts w:ascii="Times New Roman" w:hAnsi="Times New Roman"/>
          <w:sz w:val="28"/>
          <w:szCs w:val="28"/>
        </w:rPr>
        <w:t xml:space="preserve"> должен быть:</w:t>
      </w:r>
    </w:p>
    <w:p w:rsidR="00553C5D" w:rsidRPr="00D970D5" w:rsidRDefault="00553C5D" w:rsidP="00D970D5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добросовестным, честным, </w:t>
      </w:r>
      <w:r w:rsidRPr="00D970D5">
        <w:rPr>
          <w:rFonts w:ascii="Times New Roman" w:hAnsi="Times New Roman"/>
          <w:sz w:val="28"/>
          <w:szCs w:val="28"/>
        </w:rPr>
        <w:t>с уважением относит</w:t>
      </w:r>
      <w:r>
        <w:rPr>
          <w:rFonts w:ascii="Times New Roman" w:hAnsi="Times New Roman"/>
          <w:sz w:val="28"/>
          <w:szCs w:val="28"/>
        </w:rPr>
        <w:t>ь</w:t>
      </w:r>
      <w:r w:rsidRPr="00D970D5">
        <w:rPr>
          <w:rFonts w:ascii="Times New Roman" w:hAnsi="Times New Roman"/>
          <w:sz w:val="28"/>
          <w:szCs w:val="28"/>
        </w:rPr>
        <w:t>ся к чести и достоинству личности учащихся, общечеловеческим ценностям;</w:t>
      </w:r>
    </w:p>
    <w:p w:rsidR="00553C5D" w:rsidRPr="00D970D5" w:rsidRDefault="00553C5D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>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553C5D" w:rsidRPr="00D970D5" w:rsidRDefault="00553C5D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 xml:space="preserve">не допускается в какой бы то ни было форме, злоупотребление доверием своих коллег, мешать им выполнять профессиональные обязанности, наносить им какой-либо ущерб. </w:t>
      </w:r>
    </w:p>
    <w:p w:rsidR="00553C5D" w:rsidRPr="00D970D5" w:rsidRDefault="00553C5D" w:rsidP="00D970D5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5.</w:t>
      </w:r>
      <w:r w:rsidRPr="00D970D5">
        <w:rPr>
          <w:rFonts w:ascii="Times New Roman" w:hAnsi="Times New Roman"/>
          <w:sz w:val="28"/>
          <w:szCs w:val="28"/>
        </w:rPr>
        <w:t xml:space="preserve"> Иные ограничения и запреты:</w:t>
      </w:r>
    </w:p>
    <w:p w:rsidR="00553C5D" w:rsidRPr="00D970D5" w:rsidRDefault="00553C5D" w:rsidP="00D970D5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● не должны</w:t>
      </w:r>
      <w:r w:rsidRPr="00D970D5">
        <w:rPr>
          <w:rFonts w:ascii="Times New Roman" w:hAnsi="Times New Roman"/>
          <w:iCs/>
          <w:sz w:val="28"/>
          <w:szCs w:val="28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553C5D" w:rsidRPr="00D970D5" w:rsidRDefault="00553C5D" w:rsidP="00D970D5">
      <w:pPr>
        <w:spacing w:after="0" w:line="240" w:lineRule="auto"/>
        <w:ind w:left="-284" w:firstLine="9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● </w:t>
      </w:r>
      <w:r w:rsidRPr="00D970D5">
        <w:rPr>
          <w:rFonts w:ascii="Times New Roman" w:hAnsi="Times New Roman"/>
          <w:sz w:val="28"/>
          <w:szCs w:val="28"/>
        </w:rPr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553C5D" w:rsidRPr="00D970D5" w:rsidRDefault="00553C5D" w:rsidP="00D970D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>В своей деятельности педагогические работники:</w:t>
      </w:r>
    </w:p>
    <w:p w:rsidR="00553C5D" w:rsidRPr="00D970D5" w:rsidRDefault="00553C5D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 xml:space="preserve"> способствуют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553C5D" w:rsidRPr="00D970D5" w:rsidRDefault="00553C5D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553C5D" w:rsidRPr="00D970D5" w:rsidRDefault="00553C5D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>неукоснительно соблюдают трудовую дисциплину;</w:t>
      </w:r>
    </w:p>
    <w:p w:rsidR="00553C5D" w:rsidRPr="00D970D5" w:rsidRDefault="00553C5D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 xml:space="preserve"> бережно относятся к имуществу организации образования и не используют его в личных целях;</w:t>
      </w:r>
    </w:p>
    <w:p w:rsidR="00553C5D" w:rsidRPr="00D970D5" w:rsidRDefault="00553C5D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 xml:space="preserve">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553C5D" w:rsidRPr="00D970D5" w:rsidRDefault="00553C5D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 xml:space="preserve"> личным примером способствуют созданию устойчивой и позитивной морально-психологической обстановки в коллективе;</w:t>
      </w:r>
    </w:p>
    <w:p w:rsidR="00553C5D" w:rsidRPr="00D970D5" w:rsidRDefault="00553C5D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 xml:space="preserve"> придерживаются делового стиля в одежде в период исполнения своих служебных обязанностей.</w:t>
      </w:r>
    </w:p>
    <w:p w:rsidR="00553C5D" w:rsidRPr="00D970D5" w:rsidRDefault="00553C5D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bookmarkStart w:id="0" w:name="17"/>
      <w:bookmarkEnd w:id="0"/>
      <w:r w:rsidRPr="00D970D5">
        <w:rPr>
          <w:rFonts w:ascii="Times New Roman" w:hAnsi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553C5D" w:rsidRPr="00D970D5" w:rsidRDefault="00553C5D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уважают п</w:t>
      </w:r>
      <w:r w:rsidRPr="00D970D5">
        <w:rPr>
          <w:rFonts w:ascii="Times New Roman" w:hAnsi="Times New Roman"/>
          <w:sz w:val="28"/>
          <w:szCs w:val="28"/>
        </w:rPr>
        <w:t>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553C5D" w:rsidRPr="00D970D5" w:rsidRDefault="00553C5D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 xml:space="preserve"> не допускают фактов финансовых и иных вымогательств по отношению к участниками образовательного процесса, прилагают усилия по пресечению таких действий со стороны своих коллег;</w:t>
      </w:r>
    </w:p>
    <w:p w:rsidR="00553C5D" w:rsidRPr="00D970D5" w:rsidRDefault="00553C5D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 xml:space="preserve"> своими действиями не дают повода для обоснованной критики со </w:t>
      </w:r>
      <w:r>
        <w:rPr>
          <w:rFonts w:ascii="Times New Roman" w:hAnsi="Times New Roman"/>
          <w:sz w:val="28"/>
          <w:szCs w:val="28"/>
        </w:rPr>
        <w:t>стороны общества, терпимо относятся к н</w:t>
      </w:r>
      <w:r w:rsidRPr="00D970D5">
        <w:rPr>
          <w:rFonts w:ascii="Times New Roman" w:hAnsi="Times New Roman"/>
          <w:sz w:val="28"/>
          <w:szCs w:val="28"/>
        </w:rPr>
        <w:t>ей, испол</w:t>
      </w:r>
      <w:r>
        <w:rPr>
          <w:rFonts w:ascii="Times New Roman" w:hAnsi="Times New Roman"/>
          <w:sz w:val="28"/>
          <w:szCs w:val="28"/>
        </w:rPr>
        <w:t>ьзуют</w:t>
      </w:r>
      <w:r w:rsidRPr="00D970D5">
        <w:rPr>
          <w:rFonts w:ascii="Times New Roman" w:hAnsi="Times New Roman"/>
          <w:sz w:val="28"/>
          <w:szCs w:val="28"/>
        </w:rPr>
        <w:t xml:space="preserve"> конструктивную критику для устранения недостатков и улучшения своей профессиональной деятельности;</w:t>
      </w:r>
    </w:p>
    <w:p w:rsidR="00553C5D" w:rsidRPr="00D970D5" w:rsidRDefault="00553C5D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 xml:space="preserve"> оказывают профес</w:t>
      </w:r>
      <w:r>
        <w:rPr>
          <w:rFonts w:ascii="Times New Roman" w:hAnsi="Times New Roman"/>
          <w:sz w:val="28"/>
          <w:szCs w:val="28"/>
        </w:rPr>
        <w:t xml:space="preserve">сиональную поддержку участникам </w:t>
      </w:r>
      <w:r w:rsidRPr="00D970D5">
        <w:rPr>
          <w:rFonts w:ascii="Times New Roman" w:hAnsi="Times New Roman"/>
          <w:sz w:val="28"/>
          <w:szCs w:val="28"/>
        </w:rPr>
        <w:t>образовательного процесса.</w:t>
      </w:r>
    </w:p>
    <w:p w:rsidR="00553C5D" w:rsidRPr="00D970D5" w:rsidRDefault="00553C5D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bookmarkStart w:id="1" w:name="18"/>
      <w:bookmarkEnd w:id="1"/>
      <w:r w:rsidRPr="00D970D5">
        <w:rPr>
          <w:rFonts w:ascii="Times New Roman" w:hAnsi="Times New Roman"/>
          <w:sz w:val="28"/>
          <w:szCs w:val="28"/>
        </w:rPr>
        <w:t xml:space="preserve"> В отношениях с коллегами педагогические работники:</w:t>
      </w:r>
    </w:p>
    <w:p w:rsidR="00553C5D" w:rsidRPr="00D970D5" w:rsidRDefault="00553C5D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>соблюдают общепринятые морально-этические нор</w:t>
      </w:r>
      <w:r>
        <w:rPr>
          <w:rFonts w:ascii="Times New Roman" w:hAnsi="Times New Roman"/>
          <w:sz w:val="28"/>
          <w:szCs w:val="28"/>
        </w:rPr>
        <w:t>мы</w:t>
      </w:r>
      <w:r w:rsidRPr="00D970D5">
        <w:rPr>
          <w:rFonts w:ascii="Times New Roman" w:hAnsi="Times New Roman"/>
          <w:sz w:val="28"/>
          <w:szCs w:val="28"/>
        </w:rPr>
        <w:t>;</w:t>
      </w:r>
    </w:p>
    <w:p w:rsidR="00553C5D" w:rsidRPr="00D970D5" w:rsidRDefault="00553C5D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D970D5">
        <w:rPr>
          <w:rFonts w:ascii="Times New Roman" w:hAnsi="Times New Roman"/>
          <w:sz w:val="28"/>
          <w:szCs w:val="28"/>
        </w:rPr>
        <w:t xml:space="preserve"> не ставят публично под сомнение профессиональную квалификацию другого педагогического работника.</w:t>
      </w:r>
    </w:p>
    <w:p w:rsidR="00553C5D" w:rsidRDefault="00553C5D" w:rsidP="009C6422">
      <w:pPr>
        <w:pStyle w:val="NoSpacing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553C5D" w:rsidRDefault="00553C5D" w:rsidP="00D970D5">
      <w:pPr>
        <w:jc w:val="both"/>
        <w:rPr>
          <w:rFonts w:ascii="Times New Roman" w:hAnsi="Times New Roman"/>
          <w:sz w:val="28"/>
          <w:szCs w:val="28"/>
        </w:rPr>
      </w:pPr>
    </w:p>
    <w:p w:rsidR="00553C5D" w:rsidRPr="00454FEB" w:rsidRDefault="00553C5D" w:rsidP="00D970D5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Директор школы                                                    Чектыбаева Е.Р.</w:t>
      </w:r>
    </w:p>
    <w:sectPr w:rsidR="00553C5D" w:rsidRPr="00454FEB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59E3"/>
    <w:rsid w:val="0017604E"/>
    <w:rsid w:val="00180E9D"/>
    <w:rsid w:val="00194DF1"/>
    <w:rsid w:val="002D723D"/>
    <w:rsid w:val="00333CAC"/>
    <w:rsid w:val="00366878"/>
    <w:rsid w:val="00454FEB"/>
    <w:rsid w:val="004D53EA"/>
    <w:rsid w:val="004D7901"/>
    <w:rsid w:val="004E5D2B"/>
    <w:rsid w:val="00553C5D"/>
    <w:rsid w:val="005F3F49"/>
    <w:rsid w:val="0075147B"/>
    <w:rsid w:val="00782EB3"/>
    <w:rsid w:val="007C0A2D"/>
    <w:rsid w:val="00800711"/>
    <w:rsid w:val="009B0F5E"/>
    <w:rsid w:val="009C6422"/>
    <w:rsid w:val="00A01021"/>
    <w:rsid w:val="00B82DD9"/>
    <w:rsid w:val="00C50BE0"/>
    <w:rsid w:val="00C559E3"/>
    <w:rsid w:val="00D970D5"/>
    <w:rsid w:val="00DA79C3"/>
    <w:rsid w:val="00DF5732"/>
    <w:rsid w:val="00F36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9E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14 TNR,No Spacing1,No Spacing_0,Айгерим,Без интервала11,МОЙ СТИЛЬ,Обя,мелкий,мой рабочий,норма,свой"/>
    <w:link w:val="NoSpacingChar"/>
    <w:uiPriority w:val="99"/>
    <w:qFormat/>
    <w:rsid w:val="00C559E3"/>
    <w:rPr>
      <w:lang w:eastAsia="en-US"/>
    </w:rPr>
  </w:style>
  <w:style w:type="character" w:customStyle="1" w:styleId="NoSpacingChar">
    <w:name w:val="No Spacing Char"/>
    <w:aliases w:val="14 TNR Char,No Spacing1 Char,No Spacing_0 Char,Айгерим Char,Без интервала11 Char,МОЙ СТИЛЬ Char,Обя Char,мелкий Char,мой рабочий Char,норма Char,свой Char"/>
    <w:link w:val="NoSpacing"/>
    <w:uiPriority w:val="99"/>
    <w:locked/>
    <w:rsid w:val="00C559E3"/>
    <w:rPr>
      <w:sz w:val="22"/>
      <w:lang w:val="ru-RU" w:eastAsia="en-US"/>
    </w:rPr>
  </w:style>
  <w:style w:type="character" w:styleId="Hyperlink">
    <w:name w:val="Hyperlink"/>
    <w:basedOn w:val="DefaultParagraphFont"/>
    <w:uiPriority w:val="99"/>
    <w:semiHidden/>
    <w:rsid w:val="00C559E3"/>
    <w:rPr>
      <w:rFonts w:cs="Times New Roman"/>
      <w:color w:val="0000FF"/>
      <w:u w:val="single"/>
    </w:rPr>
  </w:style>
  <w:style w:type="character" w:customStyle="1" w:styleId="BodyTextChar">
    <w:name w:val="Body Text Char"/>
    <w:uiPriority w:val="99"/>
    <w:locked/>
    <w:rsid w:val="00C559E3"/>
    <w:rPr>
      <w:rFonts w:ascii="Times New Roman" w:hAnsi="Times New Roman"/>
      <w:sz w:val="26"/>
      <w:shd w:val="clear" w:color="auto" w:fill="FFFFFF"/>
    </w:rPr>
  </w:style>
  <w:style w:type="paragraph" w:styleId="BodyText">
    <w:name w:val="Body Text"/>
    <w:basedOn w:val="Normal"/>
    <w:link w:val="BodyTextChar2"/>
    <w:uiPriority w:val="99"/>
    <w:rsid w:val="00C559E3"/>
    <w:pPr>
      <w:shd w:val="clear" w:color="auto" w:fill="FFFFFF"/>
      <w:spacing w:after="0" w:line="317" w:lineRule="exact"/>
    </w:pPr>
    <w:rPr>
      <w:rFonts w:ascii="Times New Roman" w:hAnsi="Times New Roman"/>
      <w:sz w:val="26"/>
      <w:szCs w:val="26"/>
      <w:lang w:eastAsia="ru-RU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Pr>
      <w:rFonts w:cs="Times New Roman"/>
      <w:lang w:eastAsia="en-US"/>
    </w:rPr>
  </w:style>
  <w:style w:type="character" w:customStyle="1" w:styleId="BodyTextChar2">
    <w:name w:val="Body Text Char2"/>
    <w:basedOn w:val="DefaultParagraphFont"/>
    <w:link w:val="BodyText"/>
    <w:uiPriority w:val="99"/>
    <w:semiHidden/>
    <w:locked/>
    <w:rsid w:val="00C559E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npl:Z1500000410" TargetMode="External"/><Relationship Id="rId4" Type="http://schemas.openxmlformats.org/officeDocument/2006/relationships/hyperlink" Target="npl:U150000015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94</TotalTime>
  <Pages>4</Pages>
  <Words>1110</Words>
  <Characters>6333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Н-Тр</cp:lastModifiedBy>
  <cp:revision>12</cp:revision>
  <cp:lastPrinted>2017-05-24T05:02:00Z</cp:lastPrinted>
  <dcterms:created xsi:type="dcterms:W3CDTF">2017-05-18T11:37:00Z</dcterms:created>
  <dcterms:modified xsi:type="dcterms:W3CDTF">2017-05-24T05:02:00Z</dcterms:modified>
</cp:coreProperties>
</file>