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8B" w:rsidRPr="00D970D5" w:rsidRDefault="00960C8B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C8B" w:rsidRPr="00ED47EC" w:rsidRDefault="00960C8B" w:rsidP="00ED47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7EC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960C8B" w:rsidRPr="00A27D7A" w:rsidRDefault="00960C8B" w:rsidP="00A27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7EC">
        <w:rPr>
          <w:rFonts w:ascii="Times New Roman" w:hAnsi="Times New Roman" w:cs="Times New Roman"/>
          <w:b/>
          <w:bCs/>
          <w:sz w:val="28"/>
          <w:szCs w:val="28"/>
        </w:rPr>
        <w:t xml:space="preserve">Коммунального государственного учреждения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«Школа-лицей</w:t>
      </w:r>
      <w:r w:rsidRPr="00ED47EC">
        <w:rPr>
          <w:rFonts w:ascii="Times New Roman" w:hAnsi="Times New Roman" w:cs="Times New Roman"/>
          <w:b/>
          <w:bCs/>
          <w:sz w:val="28"/>
          <w:szCs w:val="28"/>
        </w:rPr>
        <w:t xml:space="preserve"> №34» акимата  города Усть-Каменогорска</w:t>
      </w:r>
    </w:p>
    <w:p w:rsidR="00960C8B" w:rsidRPr="00EE1F68" w:rsidRDefault="00960C8B" w:rsidP="00EE1F6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E1F6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60C8B" w:rsidRPr="00EE1F68" w:rsidRDefault="00960C8B" w:rsidP="00EE1F6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E1F68">
        <w:rPr>
          <w:rFonts w:ascii="Times New Roman" w:hAnsi="Times New Roman" w:cs="Times New Roman"/>
          <w:sz w:val="28"/>
          <w:szCs w:val="28"/>
        </w:rPr>
        <w:t> </w:t>
      </w:r>
    </w:p>
    <w:p w:rsidR="00960C8B" w:rsidRDefault="00960C8B" w:rsidP="00EE1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F68">
        <w:rPr>
          <w:rFonts w:ascii="Times New Roman" w:hAnsi="Times New Roman" w:cs="Times New Roman"/>
          <w:sz w:val="28"/>
          <w:szCs w:val="28"/>
        </w:rPr>
        <w:t>Настоящий антикоррупционный стандарт  КГУ «Школа-лицей №34» акимата  города Усть-Каменогорска  разработан в соответствии со статьей 10 Закона Республики Казахстан от 18 ноября 2015 года «О противодействии коррупции».</w:t>
      </w:r>
    </w:p>
    <w:p w:rsidR="00960C8B" w:rsidRPr="00EE1F68" w:rsidRDefault="00960C8B" w:rsidP="00EE1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разработки </w:t>
      </w:r>
      <w:r w:rsidRPr="00917F28">
        <w:rPr>
          <w:rFonts w:ascii="Times New Roman" w:hAnsi="Times New Roman" w:cs="Times New Roman"/>
          <w:sz w:val="28"/>
          <w:szCs w:val="28"/>
        </w:rPr>
        <w:t>антикоррупционный стандарт</w:t>
      </w:r>
      <w:r>
        <w:rPr>
          <w:rFonts w:ascii="Times New Roman" w:hAnsi="Times New Roman" w:cs="Times New Roman"/>
          <w:sz w:val="28"/>
          <w:szCs w:val="28"/>
        </w:rPr>
        <w:t>а:</w:t>
      </w:r>
      <w:r w:rsidRPr="00917F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0C8B" w:rsidRDefault="00960C8B" w:rsidP="00E8637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37F">
        <w:rPr>
          <w:rFonts w:ascii="Times New Roman" w:hAnsi="Times New Roman" w:cs="Times New Roman"/>
          <w:sz w:val="28"/>
          <w:szCs w:val="28"/>
        </w:rPr>
        <w:t>Недопущение коррупционных проявлений в деятельности Коммунального государственного учреждения «Школа-лицей №34» акимата  города Усть-Каменогорска</w:t>
      </w:r>
    </w:p>
    <w:p w:rsidR="00960C8B" w:rsidRDefault="00960C8B" w:rsidP="00E8637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Повышение</w:t>
      </w:r>
      <w:r w:rsidRPr="00E8637F">
        <w:rPr>
          <w:rFonts w:ascii="Times New Roman" w:hAnsi="Times New Roman" w:cs="Times New Roman"/>
          <w:sz w:val="28"/>
          <w:szCs w:val="28"/>
        </w:rPr>
        <w:t xml:space="preserve"> нулевой терпимости к проявлениям коррупции, формирование устойчивого антикоррупционного поведения у лиц, работающих в обособленно</w:t>
      </w:r>
      <w:r>
        <w:rPr>
          <w:rFonts w:ascii="Times New Roman" w:hAnsi="Times New Roman" w:cs="Times New Roman"/>
          <w:sz w:val="28"/>
          <w:szCs w:val="28"/>
        </w:rPr>
        <w:t>й сфере общественных отношений</w:t>
      </w:r>
    </w:p>
    <w:p w:rsidR="00960C8B" w:rsidRPr="00E8637F" w:rsidRDefault="00960C8B" w:rsidP="00E8637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8637F">
        <w:rPr>
          <w:rFonts w:ascii="Times New Roman" w:hAnsi="Times New Roman" w:cs="Times New Roman"/>
          <w:sz w:val="28"/>
          <w:szCs w:val="28"/>
        </w:rPr>
        <w:t xml:space="preserve">воевременное выявление коррупционных проявлений и предотвращение их </w:t>
      </w:r>
      <w:r>
        <w:rPr>
          <w:rFonts w:ascii="Times New Roman" w:hAnsi="Times New Roman" w:cs="Times New Roman"/>
          <w:sz w:val="28"/>
          <w:szCs w:val="28"/>
        </w:rPr>
        <w:t>негативных последствий среди</w:t>
      </w:r>
      <w:r w:rsidRPr="00E8637F">
        <w:rPr>
          <w:rFonts w:ascii="Times New Roman" w:hAnsi="Times New Roman" w:cs="Times New Roman"/>
          <w:sz w:val="28"/>
          <w:szCs w:val="28"/>
        </w:rPr>
        <w:t xml:space="preserve"> сотрудников.</w:t>
      </w:r>
    </w:p>
    <w:p w:rsidR="00960C8B" w:rsidRDefault="00960C8B" w:rsidP="00E8637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970D5">
        <w:rPr>
          <w:rFonts w:ascii="Times New Roman" w:hAnsi="Times New Roman" w:cs="Times New Roman"/>
          <w:sz w:val="28"/>
          <w:szCs w:val="28"/>
        </w:rPr>
        <w:t xml:space="preserve"> Наименование сферы общественных отношений: </w:t>
      </w:r>
      <w:r>
        <w:rPr>
          <w:rFonts w:ascii="Times New Roman" w:hAnsi="Times New Roman" w:cs="Times New Roman"/>
          <w:sz w:val="28"/>
          <w:szCs w:val="28"/>
        </w:rPr>
        <w:t>Коммунальное государственное учреждение</w:t>
      </w:r>
      <w:r w:rsidRPr="00E8637F">
        <w:rPr>
          <w:rFonts w:ascii="Times New Roman" w:hAnsi="Times New Roman" w:cs="Times New Roman"/>
          <w:sz w:val="28"/>
          <w:szCs w:val="28"/>
        </w:rPr>
        <w:t xml:space="preserve"> «Школа-лицей №34» акимата 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</w:r>
    </w:p>
    <w:p w:rsidR="00960C8B" w:rsidRPr="00D970D5" w:rsidRDefault="00960C8B" w:rsidP="00E8637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>
        <w:rPr>
          <w:rFonts w:ascii="Times New Roman" w:hAnsi="Times New Roman" w:cs="Times New Roman"/>
          <w:sz w:val="28"/>
          <w:szCs w:val="28"/>
        </w:rPr>
        <w:t>Коммунальное государственное учреждение</w:t>
      </w:r>
      <w:r w:rsidRPr="00E8637F">
        <w:rPr>
          <w:rFonts w:ascii="Times New Roman" w:hAnsi="Times New Roman" w:cs="Times New Roman"/>
          <w:sz w:val="28"/>
          <w:szCs w:val="28"/>
        </w:rPr>
        <w:t xml:space="preserve"> «Школа-лицей №34» акимата  города Усть-Каменогорска</w:t>
      </w:r>
    </w:p>
    <w:p w:rsidR="00960C8B" w:rsidRPr="00E06EFE" w:rsidRDefault="00960C8B" w:rsidP="00917F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26323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17F28">
        <w:rPr>
          <w:rFonts w:ascii="Times New Roman" w:hAnsi="Times New Roman" w:cs="Times New Roman"/>
          <w:b/>
          <w:bCs/>
          <w:color w:val="263238"/>
          <w:sz w:val="28"/>
          <w:szCs w:val="28"/>
          <w:lang w:eastAsia="ru-RU"/>
        </w:rPr>
        <w:t>2. Правила поведения (действия) лиц, работающих в обособленной сфере общественных отношений</w:t>
      </w:r>
    </w:p>
    <w:p w:rsidR="00960C8B" w:rsidRPr="00F052A3" w:rsidRDefault="00960C8B" w:rsidP="00F052A3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52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960C8B" w:rsidRDefault="00960C8B" w:rsidP="00E8637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</w:t>
      </w:r>
      <w:r w:rsidRPr="00D970D5">
        <w:rPr>
          <w:rFonts w:ascii="Times New Roman" w:hAnsi="Times New Roman" w:cs="Times New Roman"/>
          <w:sz w:val="28"/>
          <w:szCs w:val="28"/>
        </w:rPr>
        <w:t xml:space="preserve">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960C8B" w:rsidRDefault="00960C8B" w:rsidP="00E8637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8637F">
        <w:rPr>
          <w:rFonts w:ascii="Times New Roman" w:hAnsi="Times New Roman" w:cs="Times New Roman"/>
          <w:sz w:val="28"/>
          <w:szCs w:val="28"/>
        </w:rPr>
        <w:t>формировать  и реализовывать  государственную  политики в области образования и обеспечение конституционного права граждан Республики Казахстан на образование;</w:t>
      </w:r>
    </w:p>
    <w:p w:rsidR="00960C8B" w:rsidRDefault="00960C8B" w:rsidP="00E8637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8637F">
        <w:rPr>
          <w:rFonts w:ascii="Times New Roman" w:hAnsi="Times New Roman" w:cs="Times New Roman"/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960C8B" w:rsidRDefault="00960C8B" w:rsidP="00E8637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8637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 целью воспитания  антикоррупционной культуры </w:t>
      </w:r>
      <w:r w:rsidRPr="00E8637F">
        <w:rPr>
          <w:rFonts w:ascii="Times New Roman" w:hAnsi="Times New Roman" w:cs="Times New Roman"/>
          <w:sz w:val="28"/>
          <w:szCs w:val="28"/>
        </w:rPr>
        <w:t>воспитывать гражданственность и патриотизма, любви к своей Ро</w:t>
      </w:r>
      <w:r w:rsidRPr="00E8637F">
        <w:rPr>
          <w:rFonts w:ascii="Times New Roman" w:hAnsi="Times New Roman" w:cs="Times New Roman"/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E8637F">
        <w:rPr>
          <w:rFonts w:ascii="Times New Roman" w:hAnsi="Times New Roman" w:cs="Times New Roman"/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960C8B" w:rsidRDefault="00960C8B" w:rsidP="00917F2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17F28">
        <w:rPr>
          <w:rFonts w:ascii="Times New Roman" w:hAnsi="Times New Roman" w:cs="Times New Roman"/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917F28">
        <w:rPr>
          <w:rFonts w:ascii="Times New Roman" w:hAnsi="Times New Roman" w:cs="Times New Roman"/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960C8B" w:rsidRDefault="00960C8B" w:rsidP="00917F2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17F28">
        <w:rPr>
          <w:rFonts w:ascii="Times New Roman" w:hAnsi="Times New Roman" w:cs="Times New Roman"/>
          <w:sz w:val="28"/>
          <w:szCs w:val="28"/>
        </w:rPr>
        <w:t>) расширять автономности, самостоятельности организаций обра</w:t>
      </w:r>
      <w:r w:rsidRPr="00917F28">
        <w:rPr>
          <w:rFonts w:ascii="Times New Roman" w:hAnsi="Times New Roman" w:cs="Times New Roman"/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960C8B" w:rsidRDefault="00960C8B" w:rsidP="00F052A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052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2A3">
        <w:rPr>
          <w:rFonts w:ascii="Times New Roman" w:hAnsi="Times New Roman" w:cs="Times New Roman"/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F052A3">
        <w:rPr>
          <w:rFonts w:ascii="Times New Roman" w:hAnsi="Times New Roman" w:cs="Times New Roman"/>
          <w:sz w:val="28"/>
          <w:szCs w:val="28"/>
        </w:rPr>
        <w:softHyphen/>
        <w:t>ти.</w:t>
      </w:r>
    </w:p>
    <w:p w:rsidR="00960C8B" w:rsidRDefault="00960C8B" w:rsidP="00F052A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52A3">
        <w:rPr>
          <w:rFonts w:ascii="Times New Roman" w:hAnsi="Times New Roman" w:cs="Times New Roman"/>
          <w:sz w:val="28"/>
          <w:szCs w:val="28"/>
        </w:rPr>
        <w:t>8)обеспечить  повышения социального статуса педагогических работников;</w:t>
      </w:r>
    </w:p>
    <w:p w:rsidR="00960C8B" w:rsidRPr="00F052A3" w:rsidRDefault="00960C8B" w:rsidP="00F052A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052A3">
        <w:rPr>
          <w:rFonts w:ascii="Times New Roman" w:hAnsi="Times New Roman" w:cs="Times New Roman"/>
          <w:sz w:val="28"/>
          <w:szCs w:val="28"/>
        </w:rPr>
        <w:t>9)функционирование национальной системы оценки качества образования, отвечающей потребностям общества и экономики.</w:t>
      </w:r>
    </w:p>
    <w:p w:rsidR="00960C8B" w:rsidRPr="00D970D5" w:rsidRDefault="00960C8B" w:rsidP="00917F2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960C8B" w:rsidRPr="00D970D5" w:rsidRDefault="00960C8B" w:rsidP="00917F2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960C8B" w:rsidRPr="00D970D5" w:rsidRDefault="00960C8B" w:rsidP="00F052A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D970D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960C8B" w:rsidRPr="00D970D5" w:rsidRDefault="00960C8B" w:rsidP="00F052A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960C8B" w:rsidRPr="00F052A3" w:rsidRDefault="00960C8B" w:rsidP="00F052A3">
      <w:pPr>
        <w:spacing w:after="0" w:line="240" w:lineRule="auto"/>
        <w:ind w:left="-284" w:firstLine="708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52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960C8B" w:rsidRPr="00D970D5" w:rsidRDefault="00960C8B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960C8B" w:rsidRPr="00D970D5" w:rsidRDefault="00960C8B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960C8B" w:rsidRPr="00D970D5" w:rsidRDefault="00960C8B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564F70">
          <w:rPr>
            <w:rStyle w:val="Hyperlink"/>
            <w:rFonts w:ascii="Times New Roman" w:hAnsi="Times New Roman" w:cs="Times New Roman"/>
            <w:color w:val="FF0000"/>
            <w:sz w:val="28"/>
            <w:szCs w:val="28"/>
          </w:rPr>
          <w:t>служебную этику</w:t>
        </w:r>
      </w:hyperlink>
      <w:r w:rsidRPr="00564F70">
        <w:rPr>
          <w:rFonts w:ascii="Times New Roman" w:hAnsi="Times New Roman" w:cs="Times New Roman"/>
          <w:color w:val="FF0000"/>
          <w:sz w:val="28"/>
          <w:szCs w:val="28"/>
        </w:rPr>
        <w:t xml:space="preserve">;  </w:t>
      </w:r>
      <w:r w:rsidRPr="00D970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соблюдать ограничения, установленные </w:t>
      </w:r>
      <w:hyperlink r:id="rId6" w:anchor="12" w:history="1">
        <w:r w:rsidRPr="00564F70">
          <w:rPr>
            <w:rStyle w:val="Hyperlink"/>
            <w:rFonts w:ascii="Times New Roman" w:hAnsi="Times New Roman" w:cs="Times New Roman"/>
            <w:color w:val="FF0000"/>
            <w:sz w:val="28"/>
            <w:szCs w:val="28"/>
          </w:rPr>
          <w:t>законами</w:t>
        </w:r>
      </w:hyperlink>
      <w:r w:rsidRPr="00564F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Республики Казахстан;</w:t>
      </w:r>
    </w:p>
    <w:p w:rsidR="00960C8B" w:rsidRPr="00D970D5" w:rsidRDefault="00960C8B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5)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соблюдать трудовую дисциплину, эффективно распоряжаться предоставленными полномочиями; 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</w:t>
      </w:r>
      <w:bookmarkStart w:id="0" w:name="_GoBack"/>
      <w:bookmarkEnd w:id="0"/>
      <w:r w:rsidRPr="00D970D5">
        <w:rPr>
          <w:rFonts w:ascii="Times New Roman" w:hAnsi="Times New Roman" w:cs="Times New Roman"/>
          <w:sz w:val="28"/>
          <w:szCs w:val="28"/>
        </w:rPr>
        <w:t>ее время.</w:t>
      </w:r>
    </w:p>
    <w:p w:rsidR="00960C8B" w:rsidRPr="00F052A3" w:rsidRDefault="00960C8B" w:rsidP="00F052A3">
      <w:pPr>
        <w:spacing w:after="0" w:line="240" w:lineRule="auto"/>
        <w:ind w:left="-284" w:firstLine="992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52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970D5">
        <w:rPr>
          <w:rFonts w:ascii="Times New Roman" w:hAnsi="Times New Roman" w:cs="Times New Roman"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960C8B" w:rsidRPr="00F052A3" w:rsidRDefault="00960C8B" w:rsidP="00F052A3">
      <w:pPr>
        <w:spacing w:after="0" w:line="240" w:lineRule="auto"/>
        <w:ind w:left="-284" w:firstLine="992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052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960C8B" w:rsidRPr="00F052A3" w:rsidRDefault="00960C8B" w:rsidP="00F052A3">
      <w:pPr>
        <w:spacing w:after="0" w:line="240" w:lineRule="auto"/>
        <w:ind w:left="-284" w:firstLine="99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52A3">
        <w:rPr>
          <w:rFonts w:ascii="Times New Roman" w:hAnsi="Times New Roman" w:cs="Times New Roman"/>
          <w:b/>
          <w:bCs/>
          <w:sz w:val="28"/>
          <w:szCs w:val="28"/>
        </w:rPr>
        <w:t>Педагогический работники должен быть:</w:t>
      </w:r>
    </w:p>
    <w:p w:rsidR="00960C8B" w:rsidRPr="00F052A3" w:rsidRDefault="00960C8B" w:rsidP="00F052A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2A3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960C8B" w:rsidRPr="00F052A3" w:rsidRDefault="00960C8B" w:rsidP="00F052A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2A3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970D5">
        <w:rPr>
          <w:rFonts w:ascii="Times New Roman" w:hAnsi="Times New Roman" w:cs="Times New Roman"/>
          <w:sz w:val="28"/>
          <w:szCs w:val="28"/>
        </w:rPr>
        <w:t xml:space="preserve">не допускается в какой бы то ни было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960C8B" w:rsidRPr="00F052A3" w:rsidRDefault="00960C8B" w:rsidP="00F052A3">
      <w:pPr>
        <w:spacing w:after="0" w:line="240" w:lineRule="auto"/>
        <w:ind w:left="-284" w:firstLine="99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52A3">
        <w:rPr>
          <w:rFonts w:ascii="Times New Roman" w:hAnsi="Times New Roman" w:cs="Times New Roman"/>
          <w:b/>
          <w:bCs/>
          <w:sz w:val="28"/>
          <w:szCs w:val="28"/>
        </w:rPr>
        <w:t>4. Иные ограничения и запреты: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960C8B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970D5">
        <w:rPr>
          <w:rFonts w:ascii="Times New Roman" w:hAnsi="Times New Roman" w:cs="Times New Roman"/>
          <w:sz w:val="28"/>
          <w:szCs w:val="28"/>
        </w:rPr>
        <w:t>Государственный служащий также обязан незамедлительно в письменной форме информировать указанные лица и органы о случа</w:t>
      </w:r>
      <w:r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не должны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960C8B" w:rsidRPr="00D970D5" w:rsidRDefault="00960C8B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960C8B" w:rsidRPr="00F052A3" w:rsidRDefault="00960C8B" w:rsidP="00F052A3">
      <w:pPr>
        <w:autoSpaceDE w:val="0"/>
        <w:autoSpaceDN w:val="0"/>
        <w:adjustRightInd w:val="0"/>
        <w:spacing w:before="120" w:after="0" w:line="240" w:lineRule="auto"/>
        <w:ind w:firstLine="70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52A3">
        <w:rPr>
          <w:rFonts w:ascii="Times New Roman" w:hAnsi="Times New Roman" w:cs="Times New Roman"/>
          <w:b/>
          <w:bCs/>
          <w:sz w:val="28"/>
          <w:szCs w:val="28"/>
        </w:rPr>
        <w:t>В своей деятельности педагогические работники: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970D5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970D5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970D5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960C8B" w:rsidRPr="00D970D5" w:rsidRDefault="00960C8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970D5">
        <w:rPr>
          <w:rFonts w:ascii="Times New Roman" w:hAnsi="Times New Roman" w:cs="Times New Roman"/>
          <w:sz w:val="28"/>
          <w:szCs w:val="28"/>
        </w:rPr>
        <w:t>придерживаются делового стиля в одежде в период исполнения своих служебных обязанностей.</w:t>
      </w:r>
    </w:p>
    <w:p w:rsidR="00960C8B" w:rsidRPr="00D970D5" w:rsidRDefault="00960C8B" w:rsidP="00564F70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M17"/>
      <w:bookmarkEnd w:id="1"/>
      <w:r w:rsidRPr="00564F70">
        <w:rPr>
          <w:rFonts w:ascii="Times New Roman" w:hAnsi="Times New Roman" w:cs="Times New Roman"/>
          <w:b/>
          <w:bCs/>
          <w:sz w:val="28"/>
          <w:szCs w:val="28"/>
        </w:rPr>
        <w:t>В отношениях с участниками образовательного процесса педагогические работники</w:t>
      </w:r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960C8B" w:rsidRPr="00564F70" w:rsidRDefault="00960C8B" w:rsidP="00564F7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уважают п</w:t>
      </w:r>
      <w:r w:rsidRPr="00564F70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960C8B" w:rsidRPr="00564F70" w:rsidRDefault="00960C8B" w:rsidP="00564F7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F70">
        <w:rPr>
          <w:rFonts w:ascii="Times New Roman" w:hAnsi="Times New Roman" w:cs="Times New Roman"/>
          <w:sz w:val="28"/>
          <w:szCs w:val="28"/>
        </w:rPr>
        <w:t>не допускают фактов финансовых и иных вымогательств по отношению к участниками образовательного процесса, прилагают усилия по пресечению таких действий со стороны своих коллег;</w:t>
      </w:r>
    </w:p>
    <w:p w:rsidR="00960C8B" w:rsidRPr="00564F70" w:rsidRDefault="00960C8B" w:rsidP="00564F7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F70">
        <w:rPr>
          <w:rFonts w:ascii="Times New Roman" w:hAnsi="Times New Roman" w:cs="Times New Roman"/>
          <w:sz w:val="28"/>
          <w:szCs w:val="28"/>
        </w:rPr>
        <w:t>своими действиями не дают повода для обоснованной критики со стороны общества, терпимо относиться к пей, использовать конструктивную критику для устранения недостатков и улучшения своей профессиональной деятельности;</w:t>
      </w:r>
    </w:p>
    <w:p w:rsidR="00960C8B" w:rsidRPr="00564F70" w:rsidRDefault="00960C8B" w:rsidP="00564F7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F70">
        <w:rPr>
          <w:rFonts w:ascii="Times New Roman" w:hAnsi="Times New Roman" w:cs="Times New Roman"/>
          <w:sz w:val="28"/>
          <w:szCs w:val="28"/>
        </w:rPr>
        <w:t>оказывают профессиональную поддержку участниками образовательного процесса.</w:t>
      </w:r>
    </w:p>
    <w:p w:rsidR="00960C8B" w:rsidRPr="00564F70" w:rsidRDefault="00960C8B" w:rsidP="00564F70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M18"/>
      <w:bookmarkEnd w:id="2"/>
      <w:r w:rsidRPr="00564F70">
        <w:rPr>
          <w:rFonts w:ascii="Times New Roman" w:hAnsi="Times New Roman" w:cs="Times New Roman"/>
          <w:b/>
          <w:bCs/>
          <w:sz w:val="28"/>
          <w:szCs w:val="28"/>
        </w:rPr>
        <w:t>В отношениях с коллегами педагогические работники:</w:t>
      </w:r>
    </w:p>
    <w:p w:rsidR="00960C8B" w:rsidRPr="00564F70" w:rsidRDefault="00960C8B" w:rsidP="00564F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F70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960C8B" w:rsidRPr="00564F70" w:rsidRDefault="00960C8B" w:rsidP="00A27D7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F70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960C8B" w:rsidRDefault="00960C8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C8B" w:rsidRPr="00425C56" w:rsidRDefault="00960C8B" w:rsidP="00D970D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5C56">
        <w:rPr>
          <w:rFonts w:ascii="Times New Roman" w:hAnsi="Times New Roman" w:cs="Times New Roman"/>
          <w:b/>
          <w:bCs/>
          <w:sz w:val="28"/>
          <w:szCs w:val="28"/>
        </w:rPr>
        <w:t>И.О. директора                                                                        Э.М.Каирбекова</w:t>
      </w:r>
    </w:p>
    <w:p w:rsidR="00960C8B" w:rsidRPr="00564F70" w:rsidRDefault="00960C8B" w:rsidP="00D970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0C8B" w:rsidRPr="00D970D5" w:rsidRDefault="00960C8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0C8B" w:rsidRPr="00D970D5" w:rsidSect="00A27D7A">
      <w:pgSz w:w="11906" w:h="16838"/>
      <w:pgMar w:top="1134" w:right="850" w:bottom="71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F773E"/>
    <w:multiLevelType w:val="hybridMultilevel"/>
    <w:tmpl w:val="BC5EFBBC"/>
    <w:lvl w:ilvl="0" w:tplc="34EC9F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141793"/>
    <w:multiLevelType w:val="hybridMultilevel"/>
    <w:tmpl w:val="74DA7178"/>
    <w:lvl w:ilvl="0" w:tplc="4FA611D4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EA32BB3"/>
    <w:multiLevelType w:val="hybridMultilevel"/>
    <w:tmpl w:val="9D5E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71321E"/>
    <w:multiLevelType w:val="hybridMultilevel"/>
    <w:tmpl w:val="E5C0880A"/>
    <w:lvl w:ilvl="0" w:tplc="2850034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A4B500D"/>
    <w:multiLevelType w:val="hybridMultilevel"/>
    <w:tmpl w:val="FC341824"/>
    <w:lvl w:ilvl="0" w:tplc="C49C232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9E3"/>
    <w:rsid w:val="00180E9D"/>
    <w:rsid w:val="0022650D"/>
    <w:rsid w:val="002D723D"/>
    <w:rsid w:val="00366878"/>
    <w:rsid w:val="00425C56"/>
    <w:rsid w:val="004E5D2B"/>
    <w:rsid w:val="00564F70"/>
    <w:rsid w:val="005F3F49"/>
    <w:rsid w:val="006B6FC4"/>
    <w:rsid w:val="00703358"/>
    <w:rsid w:val="0075147B"/>
    <w:rsid w:val="00782EB3"/>
    <w:rsid w:val="007C0A2D"/>
    <w:rsid w:val="00917F28"/>
    <w:rsid w:val="00960C8B"/>
    <w:rsid w:val="009A665F"/>
    <w:rsid w:val="009B0F5E"/>
    <w:rsid w:val="009C6422"/>
    <w:rsid w:val="00A01021"/>
    <w:rsid w:val="00A27D7A"/>
    <w:rsid w:val="00C559E3"/>
    <w:rsid w:val="00D970D5"/>
    <w:rsid w:val="00DF5732"/>
    <w:rsid w:val="00E06EFE"/>
    <w:rsid w:val="00E8637F"/>
    <w:rsid w:val="00ED47EC"/>
    <w:rsid w:val="00EE1F68"/>
    <w:rsid w:val="00F052A3"/>
    <w:rsid w:val="00F36738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E3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47E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7EC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aliases w:val="14 TNR,No Spacing1,No Spacing_0,Айгерим,Без интервала11,МОЙ СТИЛЬ,Обя,мелкий,мой рабочий,норма,свой"/>
    <w:link w:val="NoSpacingChar"/>
    <w:uiPriority w:val="99"/>
    <w:qFormat/>
    <w:rsid w:val="00C559E3"/>
    <w:rPr>
      <w:rFonts w:cs="Calibri"/>
      <w:lang w:eastAsia="en-US"/>
    </w:rPr>
  </w:style>
  <w:style w:type="character" w:customStyle="1" w:styleId="NoSpacingChar">
    <w:name w:val="No Spacing Char"/>
    <w:aliases w:val="14 TNR Char,No Spacing1 Char,No Spacing_0 Char,Айгерим Char,Без интервала11 Char,МОЙ СТИЛЬ Char,Обя Char,мелкий Char,мой рабочий Char,норма Char,свой Char"/>
    <w:link w:val="NoSpacing"/>
    <w:uiPriority w:val="99"/>
    <w:locked/>
    <w:rsid w:val="00C559E3"/>
    <w:rPr>
      <w:sz w:val="22"/>
      <w:szCs w:val="22"/>
      <w:lang w:val="ru-RU" w:eastAsia="en-US"/>
    </w:rPr>
  </w:style>
  <w:style w:type="character" w:styleId="Hyperlink">
    <w:name w:val="Hyperlink"/>
    <w:basedOn w:val="DefaultParagraphFont"/>
    <w:uiPriority w:val="99"/>
    <w:semiHidden/>
    <w:rsid w:val="00C559E3"/>
    <w:rPr>
      <w:color w:val="0000FF"/>
      <w:u w:val="single"/>
    </w:rPr>
  </w:style>
  <w:style w:type="character" w:customStyle="1" w:styleId="BodyTextChar">
    <w:name w:val="Body Text Char"/>
    <w:link w:val="BodyText"/>
    <w:uiPriority w:val="99"/>
    <w:locked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C559E3"/>
    <w:pPr>
      <w:shd w:val="clear" w:color="auto" w:fill="FFFFFF"/>
      <w:spacing w:after="0" w:line="317" w:lineRule="exact"/>
    </w:pPr>
    <w:rPr>
      <w:sz w:val="26"/>
      <w:szCs w:val="26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C559E3"/>
  </w:style>
  <w:style w:type="paragraph" w:styleId="ListParagraph">
    <w:name w:val="List Paragraph"/>
    <w:basedOn w:val="Normal"/>
    <w:uiPriority w:val="99"/>
    <w:qFormat/>
    <w:rsid w:val="00EE1F6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4</Pages>
  <Words>1446</Words>
  <Characters>8248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13</cp:revision>
  <cp:lastPrinted>2017-05-23T07:11:00Z</cp:lastPrinted>
  <dcterms:created xsi:type="dcterms:W3CDTF">2017-05-18T11:37:00Z</dcterms:created>
  <dcterms:modified xsi:type="dcterms:W3CDTF">2017-05-24T09:37:00Z</dcterms:modified>
</cp:coreProperties>
</file>