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737" w:rsidRPr="00720DF2" w:rsidRDefault="00CA3737" w:rsidP="00C559E3">
      <w:pPr>
        <w:tabs>
          <w:tab w:val="left" w:pos="6840"/>
        </w:tabs>
        <w:spacing w:after="0" w:line="240" w:lineRule="auto"/>
        <w:jc w:val="right"/>
        <w:rPr>
          <w:rFonts w:ascii="Times New Roman" w:hAnsi="Times New Roman" w:cs="Times New Roman"/>
          <w:sz w:val="28"/>
          <w:szCs w:val="28"/>
          <w:lang w:val="kk-KZ"/>
        </w:rPr>
      </w:pPr>
    </w:p>
    <w:p w:rsidR="00CA3737" w:rsidRPr="00C92C69" w:rsidRDefault="00CA3737"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w:t>
      </w:r>
      <w:r>
        <w:rPr>
          <w:rFonts w:ascii="Times New Roman" w:hAnsi="Times New Roman" w:cs="Times New Roman"/>
          <w:b/>
          <w:bCs/>
          <w:sz w:val="28"/>
          <w:szCs w:val="28"/>
          <w:lang w:val="kk-KZ"/>
        </w:rPr>
        <w:t>мен қаласы әкімдігінің</w:t>
      </w:r>
      <w:r w:rsidRPr="00C92C69">
        <w:rPr>
          <w:rFonts w:ascii="Times New Roman" w:hAnsi="Times New Roman" w:cs="Times New Roman"/>
          <w:b/>
          <w:bCs/>
          <w:sz w:val="28"/>
          <w:szCs w:val="28"/>
          <w:lang w:val="kk-KZ"/>
        </w:rPr>
        <w:t xml:space="preserve"> </w:t>
      </w:r>
    </w:p>
    <w:p w:rsidR="00CA3737" w:rsidRPr="00C92C69" w:rsidRDefault="00CA3737"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«№6 орта мектебі» КММ</w:t>
      </w:r>
      <w:r w:rsidRPr="00C92C69">
        <w:rPr>
          <w:rFonts w:ascii="Times New Roman" w:hAnsi="Times New Roman" w:cs="Times New Roman"/>
          <w:b/>
          <w:bCs/>
          <w:sz w:val="28"/>
          <w:szCs w:val="28"/>
          <w:lang w:val="kk-KZ"/>
        </w:rPr>
        <w:t xml:space="preserve"> сыбайлас жемқорлыққа қарсы стандарттары</w:t>
      </w:r>
    </w:p>
    <w:p w:rsidR="00CA3737" w:rsidRPr="001C3280" w:rsidRDefault="00CA3737" w:rsidP="00C559E3">
      <w:pPr>
        <w:tabs>
          <w:tab w:val="left" w:pos="-4395"/>
        </w:tabs>
        <w:spacing w:after="0" w:line="240" w:lineRule="auto"/>
        <w:jc w:val="center"/>
        <w:rPr>
          <w:rFonts w:ascii="Times New Roman" w:hAnsi="Times New Roman" w:cs="Times New Roman"/>
          <w:sz w:val="28"/>
          <w:szCs w:val="28"/>
          <w:lang w:val="kk-KZ"/>
        </w:rPr>
      </w:pPr>
    </w:p>
    <w:p w:rsidR="00CA3737" w:rsidRPr="006D753C" w:rsidRDefault="00CA3737" w:rsidP="006D753C">
      <w:pPr>
        <w:tabs>
          <w:tab w:val="left" w:pos="3825"/>
        </w:tabs>
        <w:spacing w:after="0" w:line="240" w:lineRule="auto"/>
        <w:jc w:val="center"/>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Pr="006D753C">
        <w:rPr>
          <w:rFonts w:ascii="Times New Roman" w:hAnsi="Times New Roman" w:cs="Times New Roman"/>
          <w:sz w:val="28"/>
          <w:szCs w:val="28"/>
          <w:lang w:val="kk-KZ"/>
        </w:rPr>
        <w:t xml:space="preserve">Өскемен қаласы әкімдігінің </w:t>
      </w:r>
    </w:p>
    <w:p w:rsidR="00CA3737" w:rsidRPr="001C3280" w:rsidRDefault="00CA3737" w:rsidP="006D753C">
      <w:pPr>
        <w:spacing w:after="0" w:line="240" w:lineRule="auto"/>
        <w:ind w:left="-284"/>
        <w:jc w:val="both"/>
        <w:rPr>
          <w:sz w:val="28"/>
          <w:szCs w:val="28"/>
          <w:lang w:val="kk-KZ"/>
        </w:rPr>
      </w:pPr>
      <w:r w:rsidRPr="006D753C">
        <w:rPr>
          <w:rFonts w:ascii="Times New Roman" w:hAnsi="Times New Roman" w:cs="Times New Roman"/>
          <w:sz w:val="28"/>
          <w:szCs w:val="28"/>
          <w:lang w:val="kk-KZ"/>
        </w:rPr>
        <w:t xml:space="preserve">«№6 орта мектебі» коммуналдық </w:t>
      </w:r>
      <w:r w:rsidRPr="001C3280">
        <w:rPr>
          <w:rFonts w:ascii="Times New Roman" w:hAnsi="Times New Roman" w:cs="Times New Roman"/>
          <w:sz w:val="28"/>
          <w:szCs w:val="28"/>
          <w:lang w:val="kk-KZ"/>
        </w:rPr>
        <w:t>мемлекеттік мекемесінің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CA3737" w:rsidRPr="001C3280" w:rsidRDefault="00CA3737" w:rsidP="00FE79EF">
      <w:pPr>
        <w:pStyle w:val="NoSpacing"/>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Қоғамдық қатынастар саласының атауы: </w:t>
      </w:r>
      <w:r>
        <w:rPr>
          <w:rFonts w:ascii="Times New Roman" w:hAnsi="Times New Roman" w:cs="Times New Roman"/>
          <w:sz w:val="28"/>
          <w:szCs w:val="28"/>
          <w:lang w:val="kk-KZ"/>
        </w:rPr>
        <w:t xml:space="preserve"> әкімшілік және педагогикалық қызметкерлер мен басқа тұлғалар.</w:t>
      </w:r>
    </w:p>
    <w:p w:rsidR="00CA3737" w:rsidRPr="001C3280" w:rsidRDefault="00CA3737"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2. Сыбайлас жемқорлыққа қарсы стандартты әзірлеушінің атауы: «Өскемен қаласының білім беру бөлімі» мемлекеттік мекемесі.</w:t>
      </w:r>
    </w:p>
    <w:p w:rsidR="00CA3737" w:rsidRPr="001C3280" w:rsidRDefault="00CA3737"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3. Қоғамдық қатынастардың жеке саласында қызмет істейтін тұлғалардың тәртіп (іс-әрекет) ережесі.</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CA3737" w:rsidRPr="007371CF" w:rsidRDefault="00CA3737" w:rsidP="00931771">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CA3737" w:rsidRPr="007371CF" w:rsidRDefault="00CA3737" w:rsidP="00931771">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азаматтық</w:t>
      </w:r>
      <w:r>
        <w:rPr>
          <w:rFonts w:ascii="Times New Roman" w:hAnsi="Times New Roman" w:cs="Times New Roman"/>
          <w:sz w:val="28"/>
          <w:szCs w:val="28"/>
          <w:lang w:val="kk-KZ"/>
        </w:rPr>
        <w:t>қа және патриоттыққа, өз Отанын,</w:t>
      </w:r>
      <w:r w:rsidRPr="007371CF">
        <w:rPr>
          <w:rFonts w:ascii="Times New Roman" w:hAnsi="Times New Roman" w:cs="Times New Roman"/>
          <w:sz w:val="28"/>
          <w:szCs w:val="28"/>
          <w:lang w:val="kk-KZ"/>
        </w:rPr>
        <w:t xml:space="preserve">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білім беру мекемесінің  автономдылығы мен дербестігін кеңейту;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педагог қызметкерлердің квалификациялық санаттарын  көтеруді қамтамасыз ету;</w:t>
      </w:r>
    </w:p>
    <w:p w:rsidR="00CA3737" w:rsidRPr="007371CF" w:rsidRDefault="00CA3737" w:rsidP="00626093">
      <w:pPr>
        <w:pStyle w:val="BodyText"/>
        <w:shd w:val="clear" w:color="auto" w:fill="auto"/>
        <w:tabs>
          <w:tab w:val="left" w:pos="1101"/>
        </w:tabs>
        <w:spacing w:line="240" w:lineRule="auto"/>
        <w:ind w:left="-284" w:firstLine="993"/>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қоғам мен экономика қажеттіліктеріне жауап беретін білім сапасын қамтамасыз ету.</w:t>
      </w:r>
    </w:p>
    <w:p w:rsidR="00CA3737" w:rsidRPr="001C3280" w:rsidRDefault="00CA3737" w:rsidP="0041203B">
      <w:pPr>
        <w:pStyle w:val="NoSpacing"/>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азаматтардың </w:t>
      </w:r>
      <w:r w:rsidRPr="007371CF">
        <w:rPr>
          <w:rFonts w:ascii="Times New Roman" w:hAnsi="Times New Roman" w:cs="Times New Roman"/>
          <w:sz w:val="28"/>
          <w:szCs w:val="28"/>
          <w:lang w:val="kk-KZ"/>
        </w:rPr>
        <w:t>құқықтары, бостандықтары және заңды мүдделерінің сақталуын және қорғалуын қамтамасыз ету, азаматтардың арыз-өтініштерін заңнамамен белгіленген</w:t>
      </w:r>
      <w:r w:rsidRPr="001C3280">
        <w:rPr>
          <w:rFonts w:ascii="Times New Roman" w:hAnsi="Times New Roman" w:cs="Times New Roman"/>
          <w:sz w:val="28"/>
          <w:szCs w:val="28"/>
          <w:lang w:val="kk-KZ"/>
        </w:rPr>
        <w:t xml:space="preserve"> мерзім мен тәртіпте қарау, олар бойынша қажетті шаралар қабылдау;</w:t>
      </w:r>
    </w:p>
    <w:p w:rsidR="00CA3737" w:rsidRPr="001C3280" w:rsidRDefault="00CA3737" w:rsidP="00AC3771">
      <w:pPr>
        <w:pStyle w:val="NoSpacing"/>
        <w:ind w:left="-284" w:firstLine="992"/>
        <w:jc w:val="both"/>
        <w:rPr>
          <w:rFonts w:ascii="Times New Roman" w:hAnsi="Times New Roman" w:cs="Times New Roman"/>
          <w:sz w:val="28"/>
          <w:szCs w:val="28"/>
          <w:lang w:val="kk-KZ"/>
        </w:rPr>
      </w:pPr>
      <w:r w:rsidRPr="000C32B2">
        <w:rPr>
          <w:rFonts w:ascii="Times New Roman"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A3737" w:rsidRPr="001C3280" w:rsidRDefault="00CA3737" w:rsidP="00AC3771">
      <w:pPr>
        <w:pStyle w:val="NoSpacing"/>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w:t>
      </w:r>
      <w:r>
        <w:rPr>
          <w:rFonts w:ascii="Times New Roman" w:hAnsi="Times New Roman" w:cs="Times New Roman"/>
          <w:sz w:val="28"/>
          <w:szCs w:val="28"/>
          <w:lang w:val="kk-KZ"/>
        </w:rPr>
        <w:t>педагогикалық қызметкерлердің</w:t>
      </w:r>
      <w:r w:rsidRPr="001C3280">
        <w:rPr>
          <w:rFonts w:ascii="Times New Roman" w:hAnsi="Times New Roman" w:cs="Times New Roman"/>
          <w:sz w:val="28"/>
          <w:szCs w:val="28"/>
          <w:lang w:val="kk-KZ"/>
        </w:rPr>
        <w:t xml:space="preserve"> және басқа да тұлғалардың қызметіне ықпал көрсету үшін қызметтік дәрежесін пайдаланбау;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CA3737" w:rsidRPr="001C3280" w:rsidRDefault="00CA3737"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CA3737" w:rsidRPr="001C3280" w:rsidRDefault="00CA3737"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CA3737" w:rsidRPr="001C3280" w:rsidRDefault="00CA3737"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 шиеленісінің алдын алу және шешу бойынша шаралар қабылдау;</w:t>
      </w:r>
    </w:p>
    <w:p w:rsidR="00CA3737" w:rsidRPr="001C3280" w:rsidRDefault="00CA3737"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мектептің әкімшілігі, педагогикалық қызметкерлердің</w:t>
      </w:r>
      <w:r w:rsidRPr="001C3280">
        <w:rPr>
          <w:rFonts w:ascii="Times New Roman" w:hAnsi="Times New Roman" w:cs="Times New Roman"/>
          <w:sz w:val="28"/>
          <w:szCs w:val="28"/>
          <w:lang w:val="kk-KZ"/>
        </w:rPr>
        <w:t xml:space="preserve"> және басқа да тұлғалардың</w:t>
      </w:r>
      <w:r>
        <w:rPr>
          <w:rFonts w:ascii="Times New Roman" w:hAnsi="Times New Roman" w:cs="Times New Roman"/>
          <w:sz w:val="28"/>
          <w:szCs w:val="28"/>
          <w:lang w:val="kk-KZ"/>
        </w:rPr>
        <w:t xml:space="preserve"> функционалдық міндеттеріне </w:t>
      </w:r>
      <w:r w:rsidRPr="001C3280">
        <w:rPr>
          <w:rFonts w:ascii="Times New Roman" w:hAnsi="Times New Roman" w:cs="Times New Roman"/>
          <w:sz w:val="28"/>
          <w:szCs w:val="28"/>
          <w:lang w:val="kk-KZ"/>
        </w:rPr>
        <w:t>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CA3737" w:rsidRPr="001C3280" w:rsidRDefault="00CA3737"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қызметтік тәртіп пен </w:t>
      </w:r>
      <w:r>
        <w:rPr>
          <w:rFonts w:ascii="Times New Roman" w:hAnsi="Times New Roman" w:cs="Times New Roman"/>
          <w:sz w:val="28"/>
          <w:szCs w:val="28"/>
          <w:lang w:val="kk-KZ"/>
        </w:rPr>
        <w:t>педагогикалық</w:t>
      </w:r>
      <w:r w:rsidRPr="001C3280">
        <w:rPr>
          <w:rFonts w:ascii="Times New Roman" w:hAnsi="Times New Roman" w:cs="Times New Roman"/>
          <w:sz w:val="28"/>
          <w:szCs w:val="28"/>
          <w:lang w:val="kk-KZ"/>
        </w:rPr>
        <w:t xml:space="preserve"> этиканы мүлтіксіз сақтау,и Қазақстан Республикасының заңдарымен белгіленген шектеулерді сақтау;</w:t>
      </w:r>
    </w:p>
    <w:p w:rsidR="00CA3737" w:rsidRPr="001C3280" w:rsidRDefault="00CA3737"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w:t>
      </w:r>
      <w:r>
        <w:rPr>
          <w:rFonts w:ascii="Times New Roman" w:hAnsi="Times New Roman" w:cs="Times New Roman"/>
          <w:sz w:val="28"/>
          <w:szCs w:val="28"/>
          <w:lang w:val="kk-KZ"/>
        </w:rPr>
        <w:t>функционалдық қызметін</w:t>
      </w:r>
      <w:r w:rsidRPr="001C3280">
        <w:rPr>
          <w:rFonts w:ascii="Times New Roman" w:hAnsi="Times New Roman" w:cs="Times New Roman"/>
          <w:sz w:val="28"/>
          <w:szCs w:val="28"/>
          <w:lang w:val="kk-KZ"/>
        </w:rPr>
        <w:t xml:space="preserve"> адал, риясыз және сапалы атқару; жұмыс уақытын ұтымды пайдалану.</w:t>
      </w:r>
    </w:p>
    <w:p w:rsidR="00CA3737" w:rsidRPr="007371CF" w:rsidRDefault="00CA3737" w:rsidP="00C559E3">
      <w:pPr>
        <w:spacing w:after="0" w:line="240" w:lineRule="auto"/>
        <w:ind w:left="-284" w:firstLine="992"/>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3.3. Нормативтік құқықтық актілердің жобаларын дайындауға ұсыныстар енгізу:</w:t>
      </w:r>
    </w:p>
    <w:p w:rsidR="00CA3737" w:rsidRPr="007371CF" w:rsidRDefault="00CA3737" w:rsidP="00C559E3">
      <w:pPr>
        <w:spacing w:after="0" w:line="240" w:lineRule="auto"/>
        <w:ind w:left="-284" w:firstLine="992"/>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CA3737" w:rsidRPr="007371CF" w:rsidRDefault="00CA3737" w:rsidP="00C559E3">
      <w:pPr>
        <w:spacing w:after="0" w:line="240" w:lineRule="auto"/>
        <w:ind w:left="-284" w:firstLine="992"/>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CA3737" w:rsidRPr="007371CF" w:rsidRDefault="00CA3737" w:rsidP="00C559E3">
      <w:pPr>
        <w:spacing w:after="0" w:line="240" w:lineRule="auto"/>
        <w:ind w:left="-284" w:firstLine="992"/>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белгісіз тұлғалар тобына немесе нақты жеке тұлғаларға қатысты;</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7371CF">
        <w:rPr>
          <w:rFonts w:ascii="Times New Roman" w:hAnsi="Times New Roman" w:cs="Times New Roman"/>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қызметкерлеріне, мектеп әкімшілігіне, ата-аналар қоғамына</w:t>
      </w:r>
      <w:r w:rsidRPr="001C3280">
        <w:rPr>
          <w:rFonts w:ascii="Times New Roman" w:hAnsi="Times New Roman" w:cs="Times New Roman"/>
          <w:sz w:val="28"/>
          <w:szCs w:val="28"/>
          <w:lang w:val="kk-KZ"/>
        </w:rPr>
        <w:t xml:space="preserve"> деген сенімдерін сақтау және нығайту;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жалпы қабылданған моральдық-этикалық нормаларды сақтау;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мекеме </w:t>
      </w:r>
      <w:r w:rsidRPr="001C3280">
        <w:rPr>
          <w:rFonts w:ascii="Times New Roman" w:hAnsi="Times New Roman" w:cs="Times New Roman"/>
          <w:sz w:val="28"/>
          <w:szCs w:val="28"/>
          <w:lang w:val="kk-KZ"/>
        </w:rPr>
        <w:t>қызмет</w:t>
      </w:r>
      <w:r>
        <w:rPr>
          <w:rFonts w:ascii="Times New Roman" w:hAnsi="Times New Roman" w:cs="Times New Roman"/>
          <w:sz w:val="28"/>
          <w:szCs w:val="28"/>
          <w:lang w:val="kk-KZ"/>
        </w:rPr>
        <w:t>керлерінің</w:t>
      </w:r>
      <w:r w:rsidRPr="001C3280">
        <w:rPr>
          <w:rFonts w:ascii="Times New Roman" w:hAnsi="Times New Roman" w:cs="Times New Roman"/>
          <w:sz w:val="28"/>
          <w:szCs w:val="28"/>
          <w:lang w:val="kk-KZ"/>
        </w:rPr>
        <w:t xml:space="preserve"> тарапынан </w:t>
      </w:r>
      <w:r>
        <w:rPr>
          <w:rFonts w:ascii="Times New Roman" w:hAnsi="Times New Roman" w:cs="Times New Roman"/>
          <w:sz w:val="28"/>
          <w:szCs w:val="28"/>
          <w:lang w:val="kk-KZ"/>
        </w:rPr>
        <w:t>педагогикалық</w:t>
      </w:r>
      <w:r w:rsidRPr="001C3280">
        <w:rPr>
          <w:rFonts w:ascii="Times New Roman" w:hAnsi="Times New Roman" w:cs="Times New Roman"/>
          <w:sz w:val="28"/>
          <w:szCs w:val="28"/>
          <w:lang w:val="kk-KZ"/>
        </w:rPr>
        <w:t xml:space="preserve"> этика нормаларын бұзуға жол бермеу бойынша өзге де шаралар қабылдау;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 қызметкерлер:</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Адал, шыншыл, </w:t>
      </w:r>
      <w:r>
        <w:rPr>
          <w:rFonts w:ascii="Times New Roman" w:hAnsi="Times New Roman" w:cs="Times New Roman"/>
          <w:sz w:val="28"/>
          <w:szCs w:val="28"/>
          <w:lang w:val="kk-KZ"/>
        </w:rPr>
        <w:t xml:space="preserve">ұжым мен </w:t>
      </w:r>
      <w:r w:rsidRPr="001C3280">
        <w:rPr>
          <w:rFonts w:ascii="Times New Roman" w:hAnsi="Times New Roman" w:cs="Times New Roman"/>
          <w:sz w:val="28"/>
          <w:szCs w:val="28"/>
          <w:lang w:val="kk-KZ"/>
        </w:rPr>
        <w:t>оқушы тұлғасының абыройы мен намысына және жалпы адами құндылықтарға құрметпен қарайтын болуы керек;</w:t>
      </w:r>
    </w:p>
    <w:p w:rsidR="00CA3737" w:rsidRPr="00C92C69" w:rsidRDefault="00CA3737"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CA3737" w:rsidRPr="00C92C69" w:rsidRDefault="00CA3737"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CA3737" w:rsidRPr="001C3280" w:rsidRDefault="00CA3737"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A3737" w:rsidRPr="001C3280" w:rsidRDefault="00CA3737"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Өзінің функционалдық қызметтеріне</w:t>
      </w:r>
      <w:r w:rsidRPr="001C3280">
        <w:rPr>
          <w:rFonts w:ascii="Times New Roman" w:hAnsi="Times New Roman" w:cs="Times New Roman"/>
          <w:sz w:val="28"/>
          <w:szCs w:val="28"/>
          <w:lang w:val="kk-KZ"/>
        </w:rPr>
        <w:t xml:space="preserve"> сәйкес келмейтін қызметті атқаруға</w:t>
      </w:r>
      <w:r w:rsidRPr="001C3280">
        <w:rPr>
          <w:rFonts w:ascii="Times New Roman" w:hAnsi="Times New Roman" w:cs="Times New Roman"/>
          <w:sz w:val="28"/>
          <w:szCs w:val="28"/>
        </w:rPr>
        <w:t>;</w:t>
      </w:r>
    </w:p>
    <w:p w:rsidR="00CA3737" w:rsidRPr="001C3280" w:rsidRDefault="00CA3737"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Pr="001C3280">
        <w:rPr>
          <w:rFonts w:ascii="Times New Roman" w:hAnsi="Times New Roman" w:cs="Times New Roman"/>
          <w:sz w:val="28"/>
          <w:szCs w:val="28"/>
        </w:rPr>
        <w:t>;</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Pr>
          <w:rFonts w:ascii="Times New Roman" w:hAnsi="Times New Roman" w:cs="Times New Roman"/>
          <w:sz w:val="28"/>
          <w:szCs w:val="28"/>
          <w:lang w:val="kk-KZ"/>
        </w:rPr>
        <w:t xml:space="preserve">білім беру мекемесіндегі </w:t>
      </w:r>
      <w:r w:rsidRPr="001C3280">
        <w:rPr>
          <w:rFonts w:ascii="Times New Roman" w:hAnsi="Times New Roman" w:cs="Times New Roman"/>
          <w:sz w:val="28"/>
          <w:szCs w:val="28"/>
          <w:lang w:val="kk-KZ"/>
        </w:rPr>
        <w:t xml:space="preserve">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Pr>
          <w:rFonts w:ascii="Times New Roman" w:hAnsi="Times New Roman" w:cs="Times New Roman"/>
          <w:sz w:val="28"/>
          <w:szCs w:val="28"/>
          <w:lang w:val="kk-KZ"/>
        </w:rPr>
        <w:t>білім беру мекемесінің қызметкерлері</w:t>
      </w:r>
      <w:r w:rsidRPr="001C3280">
        <w:rPr>
          <w:rFonts w:ascii="Times New Roman" w:hAnsi="Times New Roman" w:cs="Times New Roman"/>
          <w:sz w:val="28"/>
          <w:szCs w:val="28"/>
          <w:lang w:val="kk-KZ"/>
        </w:rPr>
        <w:t xml:space="preserve">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A3737" w:rsidRPr="001C3280" w:rsidRDefault="00CA373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CA3737" w:rsidRPr="001C3280" w:rsidRDefault="00CA3737"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 қызметкерлер</w:t>
      </w:r>
      <w:r>
        <w:rPr>
          <w:rFonts w:ascii="Times New Roman" w:hAnsi="Times New Roman" w:cs="Times New Roman"/>
          <w:sz w:val="28"/>
          <w:szCs w:val="28"/>
          <w:lang w:val="kk-KZ"/>
        </w:rPr>
        <w:t>і</w:t>
      </w:r>
      <w:r w:rsidRPr="001C3280">
        <w:rPr>
          <w:rFonts w:ascii="Times New Roman" w:hAnsi="Times New Roman" w:cs="Times New Roman"/>
          <w:sz w:val="28"/>
          <w:szCs w:val="28"/>
          <w:lang w:val="kk-KZ"/>
        </w:rPr>
        <w:t xml:space="preserve"> өз қызметінде:</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қатаң сақтауға;</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w:t>
      </w:r>
      <w:r>
        <w:rPr>
          <w:rFonts w:ascii="Times New Roman" w:hAnsi="Times New Roman" w:cs="Times New Roman"/>
          <w:sz w:val="28"/>
          <w:szCs w:val="28"/>
          <w:lang w:val="kk-KZ"/>
        </w:rPr>
        <w:t xml:space="preserve">фукционалдық </w:t>
      </w:r>
      <w:r w:rsidRPr="001C3280">
        <w:rPr>
          <w:rFonts w:ascii="Times New Roman" w:hAnsi="Times New Roman" w:cs="Times New Roman"/>
          <w:sz w:val="28"/>
          <w:szCs w:val="28"/>
          <w:lang w:val="kk-KZ"/>
        </w:rPr>
        <w:t>міндеттерін орындау кезінде іскерлік киім үлгісін сақтайды.</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BM17"/>
      <w:bookmarkEnd w:id="0"/>
      <w:r w:rsidRPr="001C3280">
        <w:rPr>
          <w:rFonts w:ascii="Times New Roman" w:hAnsi="Times New Roman" w:cs="Times New Roman"/>
          <w:sz w:val="28"/>
          <w:szCs w:val="28"/>
          <w:lang w:val="kk-KZ"/>
        </w:rPr>
        <w:t>Білім беру үрдісіне қатысушылармен қарым-қатынаста педагог қызметкер:</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CA3737" w:rsidRPr="001C3280" w:rsidRDefault="00CA3737"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беру үрдісіне қатысушыларға кәсіби қолдау көрсетеді.</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BM18"/>
      <w:bookmarkEnd w:id="1"/>
      <w:r w:rsidRPr="001C3280">
        <w:rPr>
          <w:rFonts w:ascii="Times New Roman" w:hAnsi="Times New Roman" w:cs="Times New Roman"/>
          <w:sz w:val="28"/>
          <w:szCs w:val="28"/>
          <w:lang w:val="kk-KZ"/>
        </w:rPr>
        <w:t>Әріптестерімен қарым-қатынаста педагог қызметкерлер:</w:t>
      </w:r>
    </w:p>
    <w:p w:rsidR="00CA3737" w:rsidRPr="001C3280"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CA3737" w:rsidRDefault="00CA3737"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CA3737" w:rsidRPr="00C92C69" w:rsidRDefault="00CA3737" w:rsidP="00C92C69">
      <w:pPr>
        <w:rPr>
          <w:rFonts w:ascii="Times New Roman" w:hAnsi="Times New Roman" w:cs="Times New Roman"/>
          <w:sz w:val="28"/>
          <w:szCs w:val="28"/>
          <w:lang w:val="kk-KZ"/>
        </w:rPr>
      </w:pPr>
    </w:p>
    <w:p w:rsidR="00CA3737" w:rsidRDefault="00CA3737" w:rsidP="00C92C69">
      <w:pPr>
        <w:rPr>
          <w:rFonts w:ascii="Times New Roman" w:hAnsi="Times New Roman" w:cs="Times New Roman"/>
          <w:sz w:val="28"/>
          <w:szCs w:val="28"/>
          <w:lang w:val="kk-KZ"/>
        </w:rPr>
      </w:pPr>
    </w:p>
    <w:p w:rsidR="00CA3737" w:rsidRDefault="00CA3737" w:rsidP="00C92C69">
      <w:pPr>
        <w:autoSpaceDE w:val="0"/>
        <w:autoSpaceDN w:val="0"/>
        <w:adjustRightInd w:val="0"/>
        <w:spacing w:after="0" w:line="240" w:lineRule="auto"/>
        <w:ind w:firstLine="708"/>
        <w:jc w:val="both"/>
        <w:rPr>
          <w:rFonts w:ascii="Times New Roman" w:hAnsi="Times New Roman" w:cs="Times New Roman"/>
          <w:b/>
          <w:bCs/>
          <w:color w:val="000000"/>
          <w:sz w:val="28"/>
          <w:szCs w:val="28"/>
          <w:lang w:val="kk-KZ"/>
        </w:rPr>
      </w:pPr>
      <w:r>
        <w:rPr>
          <w:rFonts w:ascii="Times New Roman" w:hAnsi="Times New Roman" w:cs="Times New Roman"/>
          <w:b/>
          <w:bCs/>
          <w:color w:val="000000"/>
          <w:sz w:val="28"/>
          <w:szCs w:val="28"/>
          <w:lang w:val="kk-KZ"/>
        </w:rPr>
        <w:t>Мектеп директоры</w:t>
      </w:r>
      <w:r>
        <w:rPr>
          <w:rFonts w:ascii="Times New Roman" w:hAnsi="Times New Roman" w:cs="Times New Roman"/>
          <w:b/>
          <w:bCs/>
          <w:color w:val="000000"/>
          <w:sz w:val="28"/>
          <w:szCs w:val="28"/>
          <w:lang w:val="kk-KZ"/>
        </w:rPr>
        <w:tab/>
      </w:r>
      <w:r>
        <w:rPr>
          <w:rFonts w:ascii="Times New Roman" w:hAnsi="Times New Roman" w:cs="Times New Roman"/>
          <w:b/>
          <w:bCs/>
          <w:color w:val="000000"/>
          <w:sz w:val="28"/>
          <w:szCs w:val="28"/>
          <w:lang w:val="kk-KZ"/>
        </w:rPr>
        <w:tab/>
      </w:r>
      <w:r>
        <w:rPr>
          <w:rFonts w:ascii="Times New Roman" w:hAnsi="Times New Roman" w:cs="Times New Roman"/>
          <w:b/>
          <w:bCs/>
          <w:color w:val="000000"/>
          <w:sz w:val="28"/>
          <w:szCs w:val="28"/>
          <w:lang w:val="kk-KZ"/>
        </w:rPr>
        <w:tab/>
      </w:r>
      <w:r>
        <w:rPr>
          <w:rFonts w:ascii="Times New Roman" w:hAnsi="Times New Roman" w:cs="Times New Roman"/>
          <w:b/>
          <w:bCs/>
          <w:color w:val="000000"/>
          <w:sz w:val="28"/>
          <w:szCs w:val="28"/>
          <w:lang w:val="kk-KZ"/>
        </w:rPr>
        <w:tab/>
        <w:t>Г.Б.Мамежанова</w:t>
      </w:r>
    </w:p>
    <w:p w:rsidR="00CA3737" w:rsidRPr="00C92C69" w:rsidRDefault="00CA3737" w:rsidP="00C92C69">
      <w:pPr>
        <w:rPr>
          <w:rFonts w:ascii="Times New Roman" w:hAnsi="Times New Roman" w:cs="Times New Roman"/>
          <w:sz w:val="28"/>
          <w:szCs w:val="28"/>
          <w:lang w:val="kk-KZ"/>
        </w:rPr>
      </w:pPr>
    </w:p>
    <w:sectPr w:rsidR="00CA3737"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59E3"/>
    <w:rsid w:val="00063F7B"/>
    <w:rsid w:val="000833F9"/>
    <w:rsid w:val="000B252E"/>
    <w:rsid w:val="000C32B2"/>
    <w:rsid w:val="001C3280"/>
    <w:rsid w:val="002179E1"/>
    <w:rsid w:val="002D055B"/>
    <w:rsid w:val="002D723D"/>
    <w:rsid w:val="00342C48"/>
    <w:rsid w:val="0041203B"/>
    <w:rsid w:val="00475F05"/>
    <w:rsid w:val="004E3CD6"/>
    <w:rsid w:val="004F7474"/>
    <w:rsid w:val="00590F95"/>
    <w:rsid w:val="005F3F49"/>
    <w:rsid w:val="00626093"/>
    <w:rsid w:val="00633EE7"/>
    <w:rsid w:val="0065091B"/>
    <w:rsid w:val="00692EA3"/>
    <w:rsid w:val="006C60EF"/>
    <w:rsid w:val="006D753C"/>
    <w:rsid w:val="00720DF2"/>
    <w:rsid w:val="00725FDF"/>
    <w:rsid w:val="007371CF"/>
    <w:rsid w:val="0075147B"/>
    <w:rsid w:val="00791B83"/>
    <w:rsid w:val="00797DB9"/>
    <w:rsid w:val="007A3091"/>
    <w:rsid w:val="007D23BD"/>
    <w:rsid w:val="007E72FC"/>
    <w:rsid w:val="009067DA"/>
    <w:rsid w:val="00931771"/>
    <w:rsid w:val="00984984"/>
    <w:rsid w:val="009A4C0C"/>
    <w:rsid w:val="009B0F5E"/>
    <w:rsid w:val="00A904FB"/>
    <w:rsid w:val="00AC3771"/>
    <w:rsid w:val="00B02D1B"/>
    <w:rsid w:val="00B3671B"/>
    <w:rsid w:val="00C2180E"/>
    <w:rsid w:val="00C42C8C"/>
    <w:rsid w:val="00C50728"/>
    <w:rsid w:val="00C559E3"/>
    <w:rsid w:val="00C92C69"/>
    <w:rsid w:val="00CA3737"/>
    <w:rsid w:val="00CE5074"/>
    <w:rsid w:val="00DB4939"/>
    <w:rsid w:val="00DE716D"/>
    <w:rsid w:val="00DF5C62"/>
    <w:rsid w:val="00EB6903"/>
    <w:rsid w:val="00ED6FE8"/>
    <w:rsid w:val="00F1435F"/>
    <w:rsid w:val="00F316D8"/>
    <w:rsid w:val="00F92167"/>
    <w:rsid w:val="00FE79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9E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14 TNR,No Spacing1,No Spacing_0,Айгерим,Без интервала11,МОЙ СТИЛЬ,Обя,мелкий,мой рабочий,норма,свой"/>
    <w:link w:val="NoSpacingChar"/>
    <w:uiPriority w:val="99"/>
    <w:qFormat/>
    <w:rsid w:val="00C559E3"/>
    <w:rPr>
      <w:rFonts w:cs="Calibri"/>
      <w:lang w:eastAsia="en-US"/>
    </w:rPr>
  </w:style>
  <w:style w:type="character" w:customStyle="1" w:styleId="NoSpacingChar">
    <w:name w:val="No Spacing Char"/>
    <w:aliases w:val="14 TNR Char,No Spacing1 Char,No Spacing_0 Char,Айгерим Char,Без интервала11 Char,МОЙ СТИЛЬ Char,Обя Char,мелкий Char,мой рабочий Char,норма Char,свой Char"/>
    <w:link w:val="NoSpacing"/>
    <w:uiPriority w:val="99"/>
    <w:locked/>
    <w:rsid w:val="00C559E3"/>
    <w:rPr>
      <w:sz w:val="22"/>
      <w:szCs w:val="22"/>
      <w:lang w:val="ru-RU" w:eastAsia="en-US"/>
    </w:rPr>
  </w:style>
  <w:style w:type="character" w:styleId="Hyperlink">
    <w:name w:val="Hyperlink"/>
    <w:basedOn w:val="DefaultParagraphFont"/>
    <w:uiPriority w:val="99"/>
    <w:semiHidden/>
    <w:rsid w:val="00C559E3"/>
    <w:rPr>
      <w:color w:val="0000FF"/>
      <w:u w:val="single"/>
    </w:rPr>
  </w:style>
  <w:style w:type="character" w:customStyle="1" w:styleId="BodyTextChar">
    <w:name w:val="Body Text Char"/>
    <w:uiPriority w:val="99"/>
    <w:locked/>
    <w:rsid w:val="00C559E3"/>
    <w:rPr>
      <w:rFonts w:ascii="Times New Roman" w:hAnsi="Times New Roman" w:cs="Times New Roman"/>
      <w:sz w:val="26"/>
      <w:szCs w:val="26"/>
      <w:shd w:val="clear" w:color="auto" w:fill="FFFFFF"/>
    </w:rPr>
  </w:style>
  <w:style w:type="paragraph" w:styleId="BodyText">
    <w:name w:val="Body Text"/>
    <w:basedOn w:val="Normal"/>
    <w:link w:val="BodyTextChar2"/>
    <w:uiPriority w:val="99"/>
    <w:rsid w:val="00C559E3"/>
    <w:pPr>
      <w:shd w:val="clear" w:color="auto" w:fill="FFFFFF"/>
      <w:spacing w:after="0" w:line="317" w:lineRule="exact"/>
    </w:pPr>
    <w:rPr>
      <w:sz w:val="26"/>
      <w:szCs w:val="26"/>
      <w:lang w:eastAsia="ru-RU"/>
    </w:rPr>
  </w:style>
  <w:style w:type="character" w:customStyle="1" w:styleId="BodyTextChar1">
    <w:name w:val="Body Text Char1"/>
    <w:basedOn w:val="DefaultParagraphFont"/>
    <w:link w:val="BodyText"/>
    <w:uiPriority w:val="99"/>
    <w:semiHidden/>
    <w:locked/>
    <w:rsid w:val="00F316D8"/>
    <w:rPr>
      <w:lang w:eastAsia="en-US"/>
    </w:rPr>
  </w:style>
  <w:style w:type="character" w:customStyle="1" w:styleId="BodyTextChar2">
    <w:name w:val="Body Text Char2"/>
    <w:basedOn w:val="DefaultParagraphFont"/>
    <w:link w:val="BodyText"/>
    <w:uiPriority w:val="99"/>
    <w:semiHidden/>
    <w:locked/>
    <w:rsid w:val="00C559E3"/>
  </w:style>
</w:styles>
</file>

<file path=word/webSettings.xml><?xml version="1.0" encoding="utf-8"?>
<w:webSettings xmlns:r="http://schemas.openxmlformats.org/officeDocument/2006/relationships" xmlns:w="http://schemas.openxmlformats.org/wordprocessingml/2006/main">
  <w:divs>
    <w:div w:id="2029091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4</Pages>
  <Words>1270</Words>
  <Characters>7240</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Customer</cp:lastModifiedBy>
  <cp:revision>12</cp:revision>
  <cp:lastPrinted>2017-05-23T07:07:00Z</cp:lastPrinted>
  <dcterms:created xsi:type="dcterms:W3CDTF">2017-05-18T11:14:00Z</dcterms:created>
  <dcterms:modified xsi:type="dcterms:W3CDTF">2017-05-24T05:10:00Z</dcterms:modified>
</cp:coreProperties>
</file>